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A848BE">
        <w:rPr>
          <w:rFonts w:ascii="Arial Narrow" w:hAnsi="Arial Narrow"/>
          <w:sz w:val="18"/>
          <w:lang w:val="de-DE"/>
        </w:rPr>
        <w:fldChar w:fldCharType="begin"/>
      </w:r>
      <w:r w:rsidRPr="00A848BE">
        <w:rPr>
          <w:rFonts w:ascii="Arial Narrow" w:hAnsi="Arial Narrow"/>
          <w:sz w:val="18"/>
          <w:lang w:val="de-DE"/>
        </w:rPr>
        <w:instrText>ADVANCE \Y 77.95</w:instrText>
      </w:r>
      <w:r w:rsidRPr="00A848BE">
        <w:rPr>
          <w:rFonts w:ascii="Arial Narrow" w:hAnsi="Arial Narrow"/>
          <w:sz w:val="18"/>
          <w:lang w:val="de-DE"/>
        </w:rPr>
        <w:fldChar w:fldCharType="end"/>
      </w:r>
      <w:r w:rsidR="006204D1" w:rsidRPr="00A848BE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Arial Narrow" w:hAnsi="Arial Narrow"/>
          <w:b/>
          <w:sz w:val="22"/>
          <w:lang w:val="it-IT"/>
        </w:rPr>
      </w:pPr>
      <w:proofErr w:type="spellStart"/>
      <w:r w:rsidRPr="00A848BE">
        <w:rPr>
          <w:rFonts w:ascii="Arial Narrow" w:hAnsi="Arial Narrow"/>
          <w:b/>
          <w:sz w:val="45"/>
          <w:lang w:val="it-IT"/>
        </w:rPr>
        <w:t>Protokoll</w:t>
      </w:r>
      <w:proofErr w:type="spellEnd"/>
    </w:p>
    <w:p w:rsidR="000C1EB8" w:rsidRPr="00A848BE" w:rsidRDefault="00A26A5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sz w:val="22"/>
          <w:lang w:val="de-DE"/>
        </w:rPr>
        <w:t>9</w:t>
      </w:r>
      <w:r w:rsidR="006204D1" w:rsidRPr="00A848BE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A94EB0" w:rsidRPr="00A848BE">
        <w:rPr>
          <w:rFonts w:ascii="Arial Narrow" w:hAnsi="Arial Narrow"/>
          <w:sz w:val="22"/>
          <w:lang w:val="de-DE"/>
        </w:rPr>
        <w:t>So</w:t>
      </w:r>
      <w:r w:rsidR="00531E9F" w:rsidRPr="00A848BE">
        <w:rPr>
          <w:rFonts w:ascii="Arial Narrow" w:hAnsi="Arial Narrow"/>
          <w:sz w:val="22"/>
          <w:lang w:val="de-DE"/>
        </w:rPr>
        <w:t>Se</w:t>
      </w:r>
      <w:proofErr w:type="spellEnd"/>
      <w:r w:rsidR="00531E9F" w:rsidRPr="00A848BE">
        <w:rPr>
          <w:rFonts w:ascii="Arial Narrow" w:hAnsi="Arial Narrow"/>
          <w:sz w:val="22"/>
          <w:lang w:val="de-DE"/>
        </w:rPr>
        <w:t xml:space="preserve"> </w:t>
      </w:r>
      <w:r w:rsidR="00E14709" w:rsidRPr="00A848BE">
        <w:rPr>
          <w:rFonts w:ascii="Arial Narrow" w:hAnsi="Arial Narrow"/>
          <w:sz w:val="22"/>
          <w:lang w:val="de-DE"/>
        </w:rPr>
        <w:t>17</w:t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Gremium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bookmarkStart w:id="0" w:name="_GoBack"/>
      <w:bookmarkEnd w:id="0"/>
      <w:r w:rsidRPr="00A848BE">
        <w:rPr>
          <w:rFonts w:ascii="Arial Narrow" w:hAnsi="Arial Narrow"/>
          <w:sz w:val="22"/>
          <w:lang w:val="de-DE"/>
        </w:rPr>
        <w:t>AStA</w:t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Termin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A94EB0" w:rsidRPr="00A848BE">
        <w:rPr>
          <w:rFonts w:ascii="Arial Narrow" w:hAnsi="Arial Narrow"/>
          <w:sz w:val="22"/>
          <w:lang w:val="de-DE"/>
        </w:rPr>
        <w:t>Mittwoch</w:t>
      </w:r>
      <w:r w:rsidRPr="00A848BE">
        <w:rPr>
          <w:rFonts w:ascii="Arial Narrow" w:hAnsi="Arial Narrow"/>
          <w:sz w:val="22"/>
          <w:lang w:val="de-DE"/>
        </w:rPr>
        <w:t xml:space="preserve">, </w:t>
      </w:r>
      <w:r w:rsidR="008D2BDB" w:rsidRPr="00A848BE">
        <w:rPr>
          <w:rFonts w:ascii="Arial Narrow" w:hAnsi="Arial Narrow"/>
          <w:sz w:val="22"/>
          <w:lang w:val="de-DE"/>
        </w:rPr>
        <w:fldChar w:fldCharType="begin"/>
      </w:r>
      <w:r w:rsidR="008D2BDB" w:rsidRPr="00A848BE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 w:rsidRPr="00A848BE">
        <w:rPr>
          <w:rFonts w:ascii="Arial Narrow" w:hAnsi="Arial Narrow"/>
          <w:sz w:val="22"/>
          <w:lang w:val="de-DE"/>
        </w:rPr>
        <w:fldChar w:fldCharType="separate"/>
      </w:r>
      <w:r w:rsidR="005D1A57">
        <w:rPr>
          <w:rFonts w:ascii="Arial Narrow" w:hAnsi="Arial Narrow"/>
          <w:noProof/>
          <w:sz w:val="22"/>
          <w:lang w:val="de-DE"/>
        </w:rPr>
        <w:t>10.05.2017</w:t>
      </w:r>
      <w:r w:rsidR="008D2BDB" w:rsidRPr="00A848BE">
        <w:rPr>
          <w:rFonts w:ascii="Arial Narrow" w:hAnsi="Arial Narrow"/>
          <w:sz w:val="22"/>
          <w:lang w:val="de-DE"/>
        </w:rPr>
        <w:fldChar w:fldCharType="end"/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Zeit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380CCC" w:rsidRPr="00A848BE">
        <w:rPr>
          <w:rFonts w:ascii="Arial Narrow" w:hAnsi="Arial Narrow"/>
          <w:sz w:val="22"/>
          <w:lang w:val="de-DE"/>
        </w:rPr>
        <w:t>13:00 Uhr</w:t>
      </w:r>
    </w:p>
    <w:p w:rsidR="000C1EB8" w:rsidRPr="00A848B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Ort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 Büro</w:t>
      </w:r>
    </w:p>
    <w:p w:rsidR="00622B3E" w:rsidRPr="00A848BE" w:rsidRDefault="00622B3E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gewählt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Pr="00A848BE">
        <w:rPr>
          <w:rFonts w:ascii="Arial Narrow" w:hAnsi="Arial Narrow"/>
          <w:sz w:val="22"/>
          <w:lang w:val="de-DE"/>
        </w:rPr>
        <w:t>Lukas Scheuerle, Matthias Müller</w:t>
      </w:r>
    </w:p>
    <w:p w:rsidR="00945F7B" w:rsidRPr="00A848BE" w:rsidRDefault="00622B3E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Referenten</w:t>
      </w:r>
      <w:r w:rsidR="00945F7B" w:rsidRPr="00A848BE">
        <w:rPr>
          <w:rFonts w:ascii="Arial Narrow" w:hAnsi="Arial Narrow"/>
          <w:b/>
          <w:sz w:val="22"/>
          <w:lang w:val="de-DE"/>
        </w:rPr>
        <w:tab/>
        <w:t>:</w:t>
      </w:r>
      <w:r w:rsidR="00945F7B" w:rsidRPr="00A848BE">
        <w:rPr>
          <w:rFonts w:ascii="Arial Narrow" w:hAnsi="Arial Narrow"/>
          <w:sz w:val="22"/>
          <w:lang w:val="de-DE"/>
        </w:rPr>
        <w:tab/>
      </w:r>
      <w:r w:rsidR="00104947" w:rsidRPr="00A848BE">
        <w:rPr>
          <w:rFonts w:ascii="Arial Narrow" w:hAnsi="Arial Narrow"/>
          <w:sz w:val="22"/>
          <w:lang w:val="de-DE"/>
        </w:rPr>
        <w:t>Lukas Scheuerle, Denis Müller, Matthias Müller</w:t>
      </w:r>
      <w:r w:rsidR="00305825" w:rsidRPr="00A848BE">
        <w:rPr>
          <w:rFonts w:ascii="Arial Narrow" w:hAnsi="Arial Narrow"/>
          <w:sz w:val="22"/>
          <w:lang w:val="de-DE"/>
        </w:rPr>
        <w:t xml:space="preserve">, </w:t>
      </w:r>
      <w:r w:rsidR="00AE2E68" w:rsidRPr="00A848BE">
        <w:rPr>
          <w:rFonts w:ascii="Arial Narrow" w:hAnsi="Arial Narrow"/>
          <w:sz w:val="22"/>
          <w:lang w:val="de-DE"/>
        </w:rPr>
        <w:t xml:space="preserve">Philipp </w:t>
      </w:r>
      <w:proofErr w:type="spellStart"/>
      <w:r w:rsidR="00AE2E68" w:rsidRPr="00A848BE">
        <w:rPr>
          <w:rFonts w:ascii="Arial Narrow" w:hAnsi="Arial Narrow"/>
          <w:sz w:val="22"/>
          <w:lang w:val="de-DE"/>
        </w:rPr>
        <w:t>Fleig</w:t>
      </w:r>
      <w:proofErr w:type="spellEnd"/>
      <w:r w:rsidR="00023AFA" w:rsidRPr="00A848BE">
        <w:rPr>
          <w:rFonts w:ascii="Arial Narrow" w:hAnsi="Arial Narrow"/>
          <w:sz w:val="22"/>
          <w:lang w:val="de-DE"/>
        </w:rPr>
        <w:t>, Joana Bacher, Luisa Geiger</w:t>
      </w:r>
      <w:r w:rsidR="00854ED7" w:rsidRPr="00A848BE">
        <w:rPr>
          <w:rFonts w:ascii="Arial Narrow" w:hAnsi="Arial Narrow"/>
          <w:sz w:val="22"/>
          <w:lang w:val="de-DE"/>
        </w:rPr>
        <w:t xml:space="preserve">, Helena </w:t>
      </w:r>
      <w:proofErr w:type="spellStart"/>
      <w:r w:rsidR="00854ED7" w:rsidRPr="00A848BE">
        <w:rPr>
          <w:rFonts w:ascii="Arial Narrow" w:hAnsi="Arial Narrow"/>
          <w:sz w:val="22"/>
          <w:lang w:val="de-DE"/>
        </w:rPr>
        <w:t>Heppeler</w:t>
      </w:r>
      <w:proofErr w:type="spellEnd"/>
      <w:r w:rsidR="003D4E7F" w:rsidRPr="00A848BE">
        <w:rPr>
          <w:rFonts w:ascii="Arial Narrow" w:hAnsi="Arial Narrow"/>
          <w:sz w:val="22"/>
          <w:lang w:val="de-DE"/>
        </w:rPr>
        <w:t xml:space="preserve">, Mirza </w:t>
      </w:r>
      <w:proofErr w:type="spellStart"/>
      <w:r w:rsidR="003D4E7F" w:rsidRPr="00A848BE">
        <w:rPr>
          <w:rFonts w:ascii="Arial Narrow" w:hAnsi="Arial Narrow"/>
          <w:sz w:val="22"/>
          <w:lang w:val="de-DE"/>
        </w:rPr>
        <w:t>Sahovic</w:t>
      </w:r>
      <w:proofErr w:type="spellEnd"/>
      <w:r w:rsidR="009537DB" w:rsidRPr="00A848BE">
        <w:rPr>
          <w:rFonts w:ascii="Arial Narrow" w:hAnsi="Arial Narrow"/>
          <w:sz w:val="22"/>
          <w:lang w:val="de-DE"/>
        </w:rPr>
        <w:t xml:space="preserve">, Vincent </w:t>
      </w:r>
      <w:proofErr w:type="spellStart"/>
      <w:r w:rsidR="009537DB" w:rsidRPr="00A848BE">
        <w:rPr>
          <w:rFonts w:ascii="Arial Narrow" w:hAnsi="Arial Narrow"/>
          <w:sz w:val="22"/>
          <w:lang w:val="de-DE"/>
        </w:rPr>
        <w:t>Vetzel</w:t>
      </w:r>
      <w:proofErr w:type="spellEnd"/>
      <w:r w:rsidR="00E42164" w:rsidRPr="00A848BE">
        <w:rPr>
          <w:rFonts w:ascii="Arial Narrow" w:hAnsi="Arial Narrow"/>
          <w:sz w:val="22"/>
          <w:lang w:val="de-DE"/>
        </w:rPr>
        <w:t>, Sabrina Lange</w:t>
      </w:r>
      <w:r w:rsidR="004F2D2C" w:rsidRPr="00A848BE">
        <w:rPr>
          <w:rFonts w:ascii="Arial Narrow" w:hAnsi="Arial Narrow"/>
          <w:sz w:val="22"/>
          <w:lang w:val="de-DE"/>
        </w:rPr>
        <w:t xml:space="preserve">, Tim </w:t>
      </w:r>
      <w:proofErr w:type="spellStart"/>
      <w:r w:rsidR="004F2D2C" w:rsidRPr="00A848BE">
        <w:rPr>
          <w:rFonts w:ascii="Arial Narrow" w:hAnsi="Arial Narrow"/>
          <w:sz w:val="22"/>
          <w:lang w:val="de-DE"/>
        </w:rPr>
        <w:t>Sasdrich</w:t>
      </w:r>
      <w:proofErr w:type="spellEnd"/>
      <w:r w:rsidR="00E30A37" w:rsidRPr="00A848BE">
        <w:rPr>
          <w:rFonts w:ascii="Arial Narrow" w:hAnsi="Arial Narrow"/>
          <w:sz w:val="22"/>
          <w:lang w:val="de-DE"/>
        </w:rPr>
        <w:t>, Daniel Sommer</w:t>
      </w:r>
      <w:r w:rsidR="00382817" w:rsidRPr="00A848BE">
        <w:rPr>
          <w:rFonts w:ascii="Arial Narrow" w:hAnsi="Arial Narrow"/>
          <w:sz w:val="22"/>
          <w:lang w:val="de-DE"/>
        </w:rPr>
        <w:t xml:space="preserve">, Fabian </w:t>
      </w:r>
      <w:proofErr w:type="spellStart"/>
      <w:r w:rsidR="00382817" w:rsidRPr="00A848BE">
        <w:rPr>
          <w:rFonts w:ascii="Arial Narrow" w:hAnsi="Arial Narrow"/>
          <w:sz w:val="22"/>
          <w:lang w:val="de-DE"/>
        </w:rPr>
        <w:t>Suske</w:t>
      </w:r>
      <w:proofErr w:type="spellEnd"/>
    </w:p>
    <w:p w:rsidR="007D4030" w:rsidRPr="00A848BE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Sonstige Anwesende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5273C9" w:rsidRPr="00A848BE">
        <w:rPr>
          <w:rFonts w:ascii="Arial Narrow" w:hAnsi="Arial Narrow"/>
          <w:sz w:val="22"/>
          <w:lang w:val="de-DE"/>
        </w:rPr>
        <w:t>Zafer Demirel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 w:rsidRPr="00A848BE">
        <w:rPr>
          <w:rFonts w:ascii="Arial Narrow" w:hAnsi="Arial Narrow"/>
          <w:b/>
          <w:sz w:val="22"/>
          <w:lang w:val="de-DE"/>
        </w:rPr>
        <w:t>AnwärterInnen</w:t>
      </w:r>
      <w:proofErr w:type="spellEnd"/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2B67B3" w:rsidRPr="00A848BE">
        <w:rPr>
          <w:rFonts w:ascii="Arial Narrow" w:hAnsi="Arial Narrow"/>
          <w:sz w:val="22"/>
          <w:lang w:val="de-DE"/>
        </w:rPr>
        <w:t xml:space="preserve">Armin Saur, </w:t>
      </w:r>
      <w:proofErr w:type="spellStart"/>
      <w:r w:rsidR="00D27BD7" w:rsidRPr="00A848BE">
        <w:rPr>
          <w:rFonts w:ascii="Arial Narrow" w:hAnsi="Arial Narrow"/>
          <w:sz w:val="22"/>
          <w:lang w:val="de-DE"/>
        </w:rPr>
        <w:t>Viet</w:t>
      </w:r>
      <w:proofErr w:type="spellEnd"/>
      <w:r w:rsidR="00D27BD7" w:rsidRPr="00A848BE">
        <w:rPr>
          <w:rFonts w:ascii="Arial Narrow" w:hAnsi="Arial Narrow"/>
          <w:sz w:val="22"/>
          <w:lang w:val="de-DE"/>
        </w:rPr>
        <w:t xml:space="preserve"> Nguyen</w:t>
      </w:r>
      <w:r w:rsidR="00B22AED" w:rsidRPr="00A848BE">
        <w:rPr>
          <w:rFonts w:ascii="Arial Narrow" w:hAnsi="Arial Narrow"/>
          <w:sz w:val="22"/>
          <w:lang w:val="de-DE"/>
        </w:rPr>
        <w:t xml:space="preserve">, Denise </w:t>
      </w:r>
      <w:proofErr w:type="spellStart"/>
      <w:r w:rsidR="00B22AED" w:rsidRPr="00A848BE">
        <w:rPr>
          <w:rFonts w:ascii="Arial Narrow" w:hAnsi="Arial Narrow"/>
          <w:sz w:val="22"/>
          <w:lang w:val="de-DE"/>
        </w:rPr>
        <w:t>Alka</w:t>
      </w:r>
      <w:proofErr w:type="spellEnd"/>
      <w:r w:rsidR="00B22AED" w:rsidRPr="00A848BE">
        <w:rPr>
          <w:rFonts w:ascii="Arial Narrow" w:hAnsi="Arial Narrow"/>
          <w:sz w:val="22"/>
          <w:lang w:val="de-DE"/>
        </w:rPr>
        <w:t xml:space="preserve"> (</w:t>
      </w:r>
      <w:r w:rsidR="00C71371" w:rsidRPr="00A848BE">
        <w:rPr>
          <w:rFonts w:ascii="Arial Narrow" w:hAnsi="Arial Narrow"/>
          <w:sz w:val="22"/>
          <w:lang w:val="de-DE"/>
        </w:rPr>
        <w:t>erste Sitzung</w:t>
      </w:r>
      <w:r w:rsidR="00B22AED" w:rsidRPr="00A848BE">
        <w:rPr>
          <w:rFonts w:ascii="Arial Narrow" w:hAnsi="Arial Narrow"/>
          <w:sz w:val="22"/>
          <w:lang w:val="de-DE"/>
        </w:rPr>
        <w:t>)</w:t>
      </w:r>
      <w:r w:rsidR="00F17DFE" w:rsidRPr="00A848BE">
        <w:rPr>
          <w:rFonts w:ascii="Arial Narrow" w:hAnsi="Arial Narrow"/>
          <w:sz w:val="22"/>
          <w:lang w:val="de-DE"/>
        </w:rPr>
        <w:t>, Melisa Yalcin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Schriftführer/in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E237E7" w:rsidRPr="00A848BE">
        <w:rPr>
          <w:rFonts w:ascii="Arial Narrow" w:hAnsi="Arial Narrow"/>
          <w:sz w:val="22"/>
          <w:lang w:val="de-DE"/>
        </w:rPr>
        <w:t>Matthias Müller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Vorsitz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531E9F" w:rsidRPr="00A848BE">
        <w:rPr>
          <w:rFonts w:ascii="Arial Narrow" w:hAnsi="Arial Narrow"/>
          <w:sz w:val="22"/>
          <w:lang w:val="de-DE"/>
        </w:rPr>
        <w:t xml:space="preserve">Lukas </w:t>
      </w:r>
      <w:r w:rsidR="00622B3E" w:rsidRPr="00A848BE">
        <w:rPr>
          <w:rFonts w:ascii="Arial Narrow" w:hAnsi="Arial Narrow"/>
          <w:sz w:val="22"/>
          <w:lang w:val="de-DE"/>
        </w:rPr>
        <w:t>Scheuerle</w:t>
      </w:r>
    </w:p>
    <w:p w:rsidR="00945F7B" w:rsidRPr="00A848BE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A848B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A848BE">
        <w:rPr>
          <w:rFonts w:ascii="Arial Narrow" w:hAnsi="Arial Narrow"/>
          <w:b/>
          <w:sz w:val="22"/>
          <w:lang w:val="de-DE"/>
        </w:rPr>
        <w:t>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382817" w:rsidRPr="00A848BE">
        <w:rPr>
          <w:rFonts w:ascii="Arial Narrow" w:hAnsi="Arial Narrow"/>
          <w:sz w:val="22"/>
          <w:lang w:val="de-DE"/>
        </w:rPr>
        <w:t>13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Sachverständige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9C2A1A" w:rsidRPr="00A848BE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9C2A1A" w:rsidRPr="00A848BE">
        <w:rPr>
          <w:rFonts w:ascii="Arial Narrow" w:hAnsi="Arial Narrow"/>
          <w:sz w:val="22"/>
          <w:lang w:val="de-DE"/>
        </w:rPr>
        <w:t>Fien</w:t>
      </w:r>
      <w:proofErr w:type="spellEnd"/>
    </w:p>
    <w:p w:rsidR="005627C0" w:rsidRPr="00A848B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Abw.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4C7C84" w:rsidRPr="00A848B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A848BE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A848BE">
        <w:rPr>
          <w:rFonts w:ascii="Arial Narrow" w:hAnsi="Arial Narrow"/>
          <w:b/>
          <w:sz w:val="26"/>
          <w:lang w:val="de-DE"/>
        </w:rPr>
        <w:t>Tagesordnung:</w:t>
      </w:r>
    </w:p>
    <w:p w:rsidR="00547FD9" w:rsidRPr="00A848BE" w:rsidRDefault="00547FD9" w:rsidP="001F2A4B">
      <w:pPr>
        <w:ind w:left="720"/>
        <w:textAlignment w:val="auto"/>
        <w:rPr>
          <w:rFonts w:ascii="Arial Narrow" w:hAnsi="Arial Narrow"/>
        </w:rPr>
      </w:pPr>
    </w:p>
    <w:p w:rsidR="00705CE3" w:rsidRPr="00A848BE" w:rsidRDefault="00063A41" w:rsidP="00C25983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 w:rsidRPr="00A848BE">
        <w:rPr>
          <w:rFonts w:ascii="Arial Narrow" w:hAnsi="Arial Narrow"/>
        </w:rPr>
        <w:t>Check Protokoll:</w:t>
      </w:r>
    </w:p>
    <w:p w:rsidR="00713C45" w:rsidRPr="00A848BE" w:rsidRDefault="00C4738E" w:rsidP="00713C45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Visitenkarten</w:t>
      </w:r>
      <w:r w:rsidR="002851DB" w:rsidRPr="00A848BE">
        <w:rPr>
          <w:rFonts w:ascii="Arial Narrow" w:hAnsi="Arial Narrow"/>
        </w:rPr>
        <w:t>:</w:t>
      </w:r>
      <w:r w:rsidRPr="00A848BE">
        <w:rPr>
          <w:rFonts w:ascii="Arial Narrow" w:hAnsi="Arial Narrow"/>
        </w:rPr>
        <w:t xml:space="preserve"> sind im Druck</w:t>
      </w:r>
    </w:p>
    <w:p w:rsidR="00684D28" w:rsidRPr="00A848BE" w:rsidRDefault="00684D28" w:rsidP="00713C45">
      <w:pPr>
        <w:pStyle w:val="Listenabsatz"/>
        <w:rPr>
          <w:rFonts w:ascii="Arial Narrow" w:hAnsi="Arial Narrow"/>
        </w:rPr>
      </w:pPr>
    </w:p>
    <w:p w:rsidR="00C4738E" w:rsidRPr="00A848BE" w:rsidRDefault="00C4738E" w:rsidP="00713C45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MLP</w:t>
      </w:r>
      <w:r w:rsidR="0002600F" w:rsidRPr="00A848BE">
        <w:rPr>
          <w:rFonts w:ascii="Arial Narrow" w:hAnsi="Arial Narrow"/>
        </w:rPr>
        <w:t>:</w:t>
      </w:r>
      <w:r w:rsidRPr="00A848BE">
        <w:rPr>
          <w:rFonts w:ascii="Arial Narrow" w:hAnsi="Arial Narrow"/>
        </w:rPr>
        <w:t xml:space="preserve"> Raum C1.01 ist reserviert</w:t>
      </w:r>
      <w:r w:rsidR="00B00699" w:rsidRPr="00A848BE">
        <w:rPr>
          <w:rFonts w:ascii="Arial Narrow" w:hAnsi="Arial Narrow"/>
        </w:rPr>
        <w:t>, Werbung läuft schon</w:t>
      </w:r>
    </w:p>
    <w:p w:rsidR="00684D28" w:rsidRPr="00A848BE" w:rsidRDefault="002B26B0" w:rsidP="00713C45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Verbindliche</w:t>
      </w:r>
      <w:r w:rsidR="00684D28" w:rsidRPr="00A848BE">
        <w:rPr>
          <w:rFonts w:ascii="Arial Narrow" w:hAnsi="Arial Narrow"/>
        </w:rPr>
        <w:t xml:space="preserve"> Anmeldung mit Kaution</w:t>
      </w:r>
      <w:r w:rsidR="00707F72" w:rsidRPr="00A848BE">
        <w:rPr>
          <w:rFonts w:ascii="Arial Narrow" w:hAnsi="Arial Narrow"/>
        </w:rPr>
        <w:t xml:space="preserve"> um sicher zu sein, dass die Leute kommen</w:t>
      </w:r>
    </w:p>
    <w:p w:rsidR="00496B03" w:rsidRPr="00A848BE" w:rsidRDefault="00496B03" w:rsidP="00713C45">
      <w:pPr>
        <w:pStyle w:val="Listenabsatz"/>
        <w:rPr>
          <w:rFonts w:ascii="Arial Narrow" w:hAnsi="Arial Narrow"/>
        </w:rPr>
      </w:pPr>
    </w:p>
    <w:p w:rsidR="00001D68" w:rsidRPr="00A848BE" w:rsidRDefault="00001D68" w:rsidP="00713C45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Drucker</w:t>
      </w:r>
      <w:r w:rsidR="0002600F" w:rsidRPr="00A848BE">
        <w:rPr>
          <w:rFonts w:ascii="Arial Narrow" w:hAnsi="Arial Narrow"/>
        </w:rPr>
        <w:t>: Schweres Papier nur in seitlicher Klappe ein</w:t>
      </w:r>
      <w:r w:rsidR="003803A6" w:rsidRPr="00A848BE">
        <w:rPr>
          <w:rFonts w:ascii="Arial Narrow" w:hAnsi="Arial Narrow"/>
        </w:rPr>
        <w:t xml:space="preserve">legen und </w:t>
      </w:r>
      <w:r w:rsidR="00D342BA" w:rsidRPr="00A848BE">
        <w:rPr>
          <w:rFonts w:ascii="Arial Narrow" w:hAnsi="Arial Narrow"/>
        </w:rPr>
        <w:t>im Menü einstellen</w:t>
      </w:r>
    </w:p>
    <w:p w:rsidR="00585DF8" w:rsidRPr="00A848BE" w:rsidRDefault="00585DF8" w:rsidP="00713C45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Ansonsten ist alles in Ordnung</w:t>
      </w:r>
    </w:p>
    <w:p w:rsidR="00001D68" w:rsidRPr="00A848BE" w:rsidRDefault="00001D68" w:rsidP="00713C45">
      <w:pPr>
        <w:pStyle w:val="Listenabsatz"/>
        <w:rPr>
          <w:rFonts w:ascii="Arial Narrow" w:hAnsi="Arial Narrow"/>
        </w:rPr>
      </w:pPr>
    </w:p>
    <w:p w:rsidR="006E11CD" w:rsidRPr="00A848BE" w:rsidRDefault="006E11CD" w:rsidP="006E11C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 w:rsidRPr="00A848BE">
        <w:rPr>
          <w:rFonts w:ascii="Arial Narrow" w:hAnsi="Arial Narrow"/>
        </w:rPr>
        <w:t>Preise LAN-Party</w:t>
      </w:r>
      <w:r w:rsidR="005B007D" w:rsidRPr="00A848BE">
        <w:rPr>
          <w:rFonts w:ascii="Arial Narrow" w:hAnsi="Arial Narrow"/>
        </w:rPr>
        <w:t>:</w:t>
      </w:r>
    </w:p>
    <w:p w:rsidR="00D74B99" w:rsidRPr="00A848BE" w:rsidRDefault="00A56CCC" w:rsidP="00C71371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eSports-Referat möchte </w:t>
      </w:r>
      <w:r w:rsidR="001A34A4" w:rsidRPr="00A848BE">
        <w:rPr>
          <w:rFonts w:ascii="Arial Narrow" w:hAnsi="Arial Narrow"/>
        </w:rPr>
        <w:t xml:space="preserve">Gewinne für ein </w:t>
      </w:r>
      <w:proofErr w:type="gramStart"/>
      <w:r w:rsidRPr="00A848BE">
        <w:rPr>
          <w:rFonts w:ascii="Arial Narrow" w:hAnsi="Arial Narrow"/>
        </w:rPr>
        <w:t>CS</w:t>
      </w:r>
      <w:r w:rsidR="006F1568" w:rsidRPr="00A848BE">
        <w:rPr>
          <w:rFonts w:ascii="Arial Narrow" w:hAnsi="Arial Narrow"/>
        </w:rPr>
        <w:t>:</w:t>
      </w:r>
      <w:r w:rsidRPr="00A848BE">
        <w:rPr>
          <w:rFonts w:ascii="Arial Narrow" w:hAnsi="Arial Narrow"/>
        </w:rPr>
        <w:t>GO</w:t>
      </w:r>
      <w:proofErr w:type="gramEnd"/>
      <w:r w:rsidRPr="00A848BE">
        <w:rPr>
          <w:rFonts w:ascii="Arial Narrow" w:hAnsi="Arial Narrow"/>
        </w:rPr>
        <w:t>-</w:t>
      </w:r>
      <w:r w:rsidR="001A34A4" w:rsidRPr="00A848BE">
        <w:rPr>
          <w:rFonts w:ascii="Arial Narrow" w:hAnsi="Arial Narrow"/>
        </w:rPr>
        <w:t>Turnier bei der LAN-Party</w:t>
      </w:r>
      <w:r w:rsidRPr="00A848BE">
        <w:rPr>
          <w:rFonts w:ascii="Arial Narrow" w:hAnsi="Arial Narrow"/>
        </w:rPr>
        <w:t xml:space="preserve"> vergeben</w:t>
      </w:r>
    </w:p>
    <w:p w:rsidR="00DE6D44" w:rsidRPr="00A848BE" w:rsidRDefault="001269B9" w:rsidP="00C71371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Soll im Preisrahmen von 10 - 15€ liegen</w:t>
      </w:r>
    </w:p>
    <w:p w:rsidR="00EE615F" w:rsidRPr="00A848BE" w:rsidRDefault="00DE6D44" w:rsidP="00C71371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lastRenderedPageBreak/>
        <w:t>Einstimmig angenommen</w:t>
      </w:r>
    </w:p>
    <w:p w:rsidR="006E11CD" w:rsidRPr="00A848BE" w:rsidRDefault="006E11CD" w:rsidP="006E11CD">
      <w:pPr>
        <w:pStyle w:val="Listenabsatz"/>
        <w:rPr>
          <w:rFonts w:ascii="Arial Narrow" w:hAnsi="Arial Narrow"/>
        </w:rPr>
      </w:pPr>
    </w:p>
    <w:p w:rsidR="006E11CD" w:rsidRPr="00A848BE" w:rsidRDefault="006E11CD" w:rsidP="006E11C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 w:rsidRPr="00A848BE">
        <w:rPr>
          <w:rFonts w:ascii="Arial Narrow" w:hAnsi="Arial Narrow"/>
        </w:rPr>
        <w:t>Ausflug Aikido</w:t>
      </w:r>
      <w:r w:rsidR="005B007D" w:rsidRPr="00A848BE">
        <w:rPr>
          <w:rFonts w:ascii="Arial Narrow" w:hAnsi="Arial Narrow"/>
        </w:rPr>
        <w:t>:</w:t>
      </w:r>
    </w:p>
    <w:p w:rsidR="00F50CA5" w:rsidRPr="00A848BE" w:rsidRDefault="003C2CBE" w:rsidP="006E11CD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19.-21.05. Seminar</w:t>
      </w:r>
      <w:r w:rsidR="00BD2BF6" w:rsidRPr="00A848BE">
        <w:rPr>
          <w:rFonts w:ascii="Arial Narrow" w:hAnsi="Arial Narrow"/>
        </w:rPr>
        <w:t xml:space="preserve"> in der Nähe von Freiburg</w:t>
      </w:r>
      <w:r w:rsidR="00472D92" w:rsidRPr="00A848BE">
        <w:rPr>
          <w:rFonts w:ascii="Arial Narrow" w:hAnsi="Arial Narrow"/>
        </w:rPr>
        <w:t xml:space="preserve"> (</w:t>
      </w:r>
      <w:proofErr w:type="spellStart"/>
      <w:r w:rsidR="00472D92" w:rsidRPr="00A848BE">
        <w:rPr>
          <w:rFonts w:ascii="Arial Narrow" w:hAnsi="Arial Narrow"/>
        </w:rPr>
        <w:t>Herzogenhorn</w:t>
      </w:r>
      <w:proofErr w:type="spellEnd"/>
      <w:r w:rsidR="00472D92" w:rsidRPr="00A848BE">
        <w:rPr>
          <w:rFonts w:ascii="Arial Narrow" w:hAnsi="Arial Narrow"/>
        </w:rPr>
        <w:t>)</w:t>
      </w:r>
    </w:p>
    <w:p w:rsidR="00C22968" w:rsidRPr="00A848BE" w:rsidRDefault="00F833FC" w:rsidP="00940531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Förderung</w:t>
      </w:r>
      <w:r w:rsidR="00940531" w:rsidRPr="00A848BE">
        <w:rPr>
          <w:rFonts w:ascii="Arial Narrow" w:hAnsi="Arial Narrow"/>
        </w:rPr>
        <w:t xml:space="preserve">: </w:t>
      </w:r>
      <w:r w:rsidR="00C22968" w:rsidRPr="00A848BE">
        <w:rPr>
          <w:rFonts w:ascii="Arial Narrow" w:hAnsi="Arial Narrow"/>
        </w:rPr>
        <w:t>Erstattung des Studierendenrabatts für Veranstalter, der gleichzeitig Seminar leitet und Referatsleiter ist</w:t>
      </w:r>
      <w:r w:rsidR="001C669D" w:rsidRPr="00A848BE">
        <w:rPr>
          <w:rFonts w:ascii="Arial Narrow" w:hAnsi="Arial Narrow"/>
        </w:rPr>
        <w:t xml:space="preserve"> von</w:t>
      </w:r>
      <w:r w:rsidR="00940531" w:rsidRPr="00A848BE">
        <w:rPr>
          <w:rFonts w:ascii="Arial Narrow" w:hAnsi="Arial Narrow"/>
        </w:rPr>
        <w:t xml:space="preserve"> </w:t>
      </w:r>
      <w:r w:rsidR="00940531" w:rsidRPr="00A848BE">
        <w:rPr>
          <w:rFonts w:ascii="Arial Narrow" w:hAnsi="Arial Narrow"/>
        </w:rPr>
        <w:t>40€ + Fahrtkosten, gesamt 65,80€</w:t>
      </w:r>
    </w:p>
    <w:p w:rsidR="00FA479C" w:rsidRPr="00A848BE" w:rsidRDefault="00F50CA5" w:rsidP="006E11CD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Einstimmig angenommen</w:t>
      </w:r>
    </w:p>
    <w:p w:rsidR="004855D6" w:rsidRPr="00A848BE" w:rsidRDefault="004855D6" w:rsidP="006E11CD">
      <w:pPr>
        <w:pStyle w:val="Listenabsatz"/>
        <w:rPr>
          <w:rFonts w:ascii="Arial Narrow" w:hAnsi="Arial Narrow"/>
        </w:rPr>
      </w:pPr>
    </w:p>
    <w:p w:rsidR="006E11CD" w:rsidRPr="00A848BE" w:rsidRDefault="006E11CD" w:rsidP="006E11C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proofErr w:type="spellStart"/>
      <w:r w:rsidRPr="00A848BE">
        <w:rPr>
          <w:rFonts w:ascii="Arial Narrow" w:hAnsi="Arial Narrow"/>
        </w:rPr>
        <w:t>StudierBar</w:t>
      </w:r>
      <w:proofErr w:type="spellEnd"/>
      <w:r w:rsidR="005B007D" w:rsidRPr="00A848BE">
        <w:rPr>
          <w:rFonts w:ascii="Arial Narrow" w:hAnsi="Arial Narrow"/>
        </w:rPr>
        <w:t>:</w:t>
      </w:r>
    </w:p>
    <w:p w:rsidR="00ED5F97" w:rsidRPr="00A848BE" w:rsidRDefault="00ED5F97" w:rsidP="006E11CD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Fabian </w:t>
      </w:r>
      <w:r w:rsidR="00F5724A" w:rsidRPr="00A848BE">
        <w:rPr>
          <w:rFonts w:ascii="Arial Narrow" w:hAnsi="Arial Narrow"/>
        </w:rPr>
        <w:t>kümmert sich um Organisation, ist bereits dran</w:t>
      </w:r>
    </w:p>
    <w:p w:rsidR="006E11CD" w:rsidRPr="00A848BE" w:rsidRDefault="00462DA3" w:rsidP="006E11CD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Zweite </w:t>
      </w:r>
      <w:proofErr w:type="spellStart"/>
      <w:r w:rsidRPr="00A848BE">
        <w:rPr>
          <w:rFonts w:ascii="Arial Narrow" w:hAnsi="Arial Narrow"/>
        </w:rPr>
        <w:t>Hauptorga</w:t>
      </w:r>
      <w:proofErr w:type="spellEnd"/>
      <w:r w:rsidR="008D162B" w:rsidRPr="00A848BE">
        <w:rPr>
          <w:rFonts w:ascii="Arial Narrow" w:hAnsi="Arial Narrow"/>
        </w:rPr>
        <w:t xml:space="preserve"> gesucht</w:t>
      </w:r>
      <w:r w:rsidR="007121A9" w:rsidRPr="00A848BE">
        <w:rPr>
          <w:rFonts w:ascii="Arial Narrow" w:hAnsi="Arial Narrow"/>
        </w:rPr>
        <w:t xml:space="preserve">, </w:t>
      </w:r>
      <w:r w:rsidR="00EA5F31" w:rsidRPr="00A848BE">
        <w:rPr>
          <w:rFonts w:ascii="Arial Narrow" w:hAnsi="Arial Narrow"/>
        </w:rPr>
        <w:t xml:space="preserve">bei </w:t>
      </w:r>
      <w:r w:rsidR="007121A9" w:rsidRPr="00A848BE">
        <w:rPr>
          <w:rFonts w:ascii="Arial Narrow" w:hAnsi="Arial Narrow"/>
        </w:rPr>
        <w:t>Lara</w:t>
      </w:r>
      <w:r w:rsidR="004D0EF1" w:rsidRPr="00A848BE">
        <w:rPr>
          <w:rFonts w:ascii="Arial Narrow" w:hAnsi="Arial Narrow"/>
        </w:rPr>
        <w:t xml:space="preserve"> anfragen</w:t>
      </w:r>
      <w:r w:rsidR="00897ECE" w:rsidRPr="00A848BE">
        <w:rPr>
          <w:rFonts w:ascii="Arial Narrow" w:hAnsi="Arial Narrow"/>
        </w:rPr>
        <w:t>, Armin wäre auch bereit</w:t>
      </w:r>
    </w:p>
    <w:p w:rsidR="00462DA3" w:rsidRPr="00A848BE" w:rsidRDefault="00462DA3" w:rsidP="006E11CD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Do, 22.06.</w:t>
      </w:r>
      <w:r w:rsidR="00A71C8F" w:rsidRPr="00A848BE">
        <w:rPr>
          <w:rFonts w:ascii="Arial Narrow" w:hAnsi="Arial Narrow"/>
        </w:rPr>
        <w:t xml:space="preserve"> potenzieller Termin</w:t>
      </w:r>
    </w:p>
    <w:p w:rsidR="00D64DBD" w:rsidRPr="00A848BE" w:rsidRDefault="00D64DBD" w:rsidP="006E11CD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Matthias klärt </w:t>
      </w:r>
      <w:r w:rsidR="008B6640" w:rsidRPr="00A848BE">
        <w:rPr>
          <w:rFonts w:ascii="Arial Narrow" w:hAnsi="Arial Narrow"/>
        </w:rPr>
        <w:t>mit Referaten</w:t>
      </w:r>
      <w:r w:rsidR="00D23FF3" w:rsidRPr="00A848BE">
        <w:rPr>
          <w:rFonts w:ascii="Arial Narrow" w:hAnsi="Arial Narrow"/>
        </w:rPr>
        <w:t xml:space="preserve"> (Zumba und Spiele)</w:t>
      </w:r>
      <w:r w:rsidR="008B6640" w:rsidRPr="00A848BE">
        <w:rPr>
          <w:rFonts w:ascii="Arial Narrow" w:hAnsi="Arial Narrow"/>
        </w:rPr>
        <w:t xml:space="preserve"> ab</w:t>
      </w:r>
    </w:p>
    <w:p w:rsidR="008D695B" w:rsidRPr="00A848BE" w:rsidRDefault="008D695B" w:rsidP="006E11CD">
      <w:pPr>
        <w:pStyle w:val="Listenabsatz"/>
        <w:rPr>
          <w:rFonts w:ascii="Arial Narrow" w:hAnsi="Arial Narrow"/>
        </w:rPr>
      </w:pPr>
    </w:p>
    <w:p w:rsidR="006E11CD" w:rsidRPr="00A848BE" w:rsidRDefault="00F617E7" w:rsidP="006E11C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proofErr w:type="spellStart"/>
      <w:r w:rsidRPr="00A848BE">
        <w:rPr>
          <w:rFonts w:ascii="Arial Narrow" w:hAnsi="Arial Narrow"/>
        </w:rPr>
        <w:t>Cajon</w:t>
      </w:r>
      <w:proofErr w:type="spellEnd"/>
      <w:r w:rsidRPr="00A848BE">
        <w:rPr>
          <w:rFonts w:ascii="Arial Narrow" w:hAnsi="Arial Narrow"/>
        </w:rPr>
        <w:t xml:space="preserve"> für SMD</w:t>
      </w:r>
      <w:r w:rsidR="005B007D" w:rsidRPr="00A848BE">
        <w:rPr>
          <w:rFonts w:ascii="Arial Narrow" w:hAnsi="Arial Narrow"/>
        </w:rPr>
        <w:t>:</w:t>
      </w:r>
    </w:p>
    <w:p w:rsidR="00F617E7" w:rsidRPr="00A848BE" w:rsidRDefault="00E66A2E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Ist schon vorhanden, </w:t>
      </w:r>
      <w:r w:rsidR="00F41862" w:rsidRPr="00A848BE">
        <w:rPr>
          <w:rFonts w:ascii="Arial Narrow" w:hAnsi="Arial Narrow"/>
        </w:rPr>
        <w:t xml:space="preserve">befindet sich </w:t>
      </w:r>
      <w:r w:rsidR="003766EC" w:rsidRPr="00A848BE">
        <w:rPr>
          <w:rFonts w:ascii="Arial Narrow" w:hAnsi="Arial Narrow"/>
        </w:rPr>
        <w:t>im Musikkeller</w:t>
      </w:r>
    </w:p>
    <w:p w:rsidR="00AD397A" w:rsidRPr="00A848BE" w:rsidRDefault="00CC3F5E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SMD hat Zugang zum Rückgaberaum</w:t>
      </w:r>
      <w:r w:rsidR="00C24ADB" w:rsidRPr="00A848BE">
        <w:rPr>
          <w:rFonts w:ascii="Arial Narrow" w:hAnsi="Arial Narrow"/>
        </w:rPr>
        <w:t xml:space="preserve"> bekommen</w:t>
      </w:r>
    </w:p>
    <w:p w:rsidR="00D1334F" w:rsidRPr="00A848BE" w:rsidRDefault="00AD397A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D</w:t>
      </w:r>
      <w:r w:rsidR="002C6CD1" w:rsidRPr="00A848BE">
        <w:rPr>
          <w:rFonts w:ascii="Arial Narrow" w:hAnsi="Arial Narrow"/>
        </w:rPr>
        <w:t>ort ist jetzt auch ein Musikkellerschlüssel</w:t>
      </w:r>
      <w:r w:rsidRPr="00A848BE">
        <w:rPr>
          <w:rFonts w:ascii="Arial Narrow" w:hAnsi="Arial Narrow"/>
        </w:rPr>
        <w:t xml:space="preserve"> und angepasste Schlüsselliste</w:t>
      </w:r>
    </w:p>
    <w:p w:rsidR="006114EF" w:rsidRPr="00A848BE" w:rsidRDefault="006114EF" w:rsidP="00F617E7">
      <w:pPr>
        <w:pStyle w:val="Listenabsatz"/>
        <w:rPr>
          <w:rFonts w:ascii="Arial Narrow" w:hAnsi="Arial Narrow"/>
        </w:rPr>
      </w:pPr>
    </w:p>
    <w:p w:rsidR="00F617E7" w:rsidRPr="00A848BE" w:rsidRDefault="00F617E7" w:rsidP="006E11C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 w:rsidRPr="00A848BE">
        <w:rPr>
          <w:rFonts w:ascii="Arial Narrow" w:hAnsi="Arial Narrow"/>
        </w:rPr>
        <w:t>Schranke</w:t>
      </w:r>
      <w:r w:rsidR="005B007D" w:rsidRPr="00A848BE">
        <w:rPr>
          <w:rFonts w:ascii="Arial Narrow" w:hAnsi="Arial Narrow"/>
        </w:rPr>
        <w:t>:</w:t>
      </w:r>
    </w:p>
    <w:p w:rsidR="00F617E7" w:rsidRPr="00A848BE" w:rsidRDefault="00237124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Sigi kann Schrankenfreischaltung für einzelne Leute und einzelne Aktionen</w:t>
      </w:r>
      <w:r w:rsidR="008507E9" w:rsidRPr="00A848BE">
        <w:rPr>
          <w:rFonts w:ascii="Arial Narrow" w:hAnsi="Arial Narrow"/>
        </w:rPr>
        <w:t xml:space="preserve"> vergeben</w:t>
      </w:r>
    </w:p>
    <w:p w:rsidR="00FF1C71" w:rsidRPr="00A848BE" w:rsidRDefault="00E9635B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Tagsüber darf nicht gepar</w:t>
      </w:r>
      <w:r w:rsidR="00FF1C71" w:rsidRPr="00A848BE">
        <w:rPr>
          <w:rFonts w:ascii="Arial Narrow" w:hAnsi="Arial Narrow"/>
        </w:rPr>
        <w:t xml:space="preserve">kt werden, </w:t>
      </w:r>
      <w:r w:rsidR="002E1348" w:rsidRPr="00A848BE">
        <w:rPr>
          <w:rFonts w:ascii="Arial Narrow" w:hAnsi="Arial Narrow"/>
        </w:rPr>
        <w:t xml:space="preserve">nur </w:t>
      </w:r>
      <w:r w:rsidR="00FF1C71" w:rsidRPr="00A848BE">
        <w:rPr>
          <w:rFonts w:ascii="Arial Narrow" w:hAnsi="Arial Narrow"/>
        </w:rPr>
        <w:t>für Ein- / Ausladen</w:t>
      </w:r>
      <w:r w:rsidR="002E1348" w:rsidRPr="00A848BE">
        <w:rPr>
          <w:rFonts w:ascii="Arial Narrow" w:hAnsi="Arial Narrow"/>
        </w:rPr>
        <w:t xml:space="preserve"> gedacht</w:t>
      </w:r>
    </w:p>
    <w:p w:rsidR="0011510E" w:rsidRPr="00A848BE" w:rsidRDefault="00FF1C71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A</w:t>
      </w:r>
      <w:r w:rsidR="00E9635B" w:rsidRPr="00A848BE">
        <w:rPr>
          <w:rFonts w:ascii="Arial Narrow" w:hAnsi="Arial Narrow"/>
        </w:rPr>
        <w:t>bends</w:t>
      </w:r>
      <w:r w:rsidRPr="00A848BE">
        <w:rPr>
          <w:rFonts w:ascii="Arial Narrow" w:hAnsi="Arial Narrow"/>
        </w:rPr>
        <w:t xml:space="preserve"> oder am Wochenende in Ordnung</w:t>
      </w:r>
    </w:p>
    <w:p w:rsidR="007D1F56" w:rsidRPr="00A848BE" w:rsidRDefault="007D1F56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Lukas und eine weitere Person bekommen </w:t>
      </w:r>
      <w:r w:rsidR="00D24B44" w:rsidRPr="00A848BE">
        <w:rPr>
          <w:rFonts w:ascii="Arial Narrow" w:hAnsi="Arial Narrow"/>
        </w:rPr>
        <w:t>d</w:t>
      </w:r>
      <w:r w:rsidRPr="00A848BE">
        <w:rPr>
          <w:rFonts w:ascii="Arial Narrow" w:hAnsi="Arial Narrow"/>
        </w:rPr>
        <w:t>auerhaft</w:t>
      </w:r>
      <w:r w:rsidR="00D24B44" w:rsidRPr="00A848BE">
        <w:rPr>
          <w:rFonts w:ascii="Arial Narrow" w:hAnsi="Arial Narrow"/>
        </w:rPr>
        <w:t>e Freischaltung</w:t>
      </w:r>
    </w:p>
    <w:p w:rsidR="007D1F56" w:rsidRPr="00A848BE" w:rsidRDefault="007D1F56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Kurzfristige Frei</w:t>
      </w:r>
      <w:r w:rsidR="00D24B44" w:rsidRPr="00A848BE">
        <w:rPr>
          <w:rFonts w:ascii="Arial Narrow" w:hAnsi="Arial Narrow"/>
        </w:rPr>
        <w:t>schaltung</w:t>
      </w:r>
      <w:r w:rsidRPr="00A848BE">
        <w:rPr>
          <w:rFonts w:ascii="Arial Narrow" w:hAnsi="Arial Narrow"/>
        </w:rPr>
        <w:t xml:space="preserve"> in Einzelfällen</w:t>
      </w:r>
    </w:p>
    <w:p w:rsidR="00B529DB" w:rsidRPr="00A848BE" w:rsidRDefault="00B529DB" w:rsidP="00F617E7">
      <w:pPr>
        <w:pStyle w:val="Listenabsatz"/>
        <w:rPr>
          <w:rFonts w:ascii="Arial Narrow" w:hAnsi="Arial Narrow"/>
        </w:rPr>
      </w:pPr>
    </w:p>
    <w:p w:rsidR="00F617E7" w:rsidRPr="00A848BE" w:rsidRDefault="00F617E7" w:rsidP="006E11C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proofErr w:type="spellStart"/>
      <w:r w:rsidRPr="00A848BE">
        <w:rPr>
          <w:rFonts w:ascii="Arial Narrow" w:hAnsi="Arial Narrow"/>
        </w:rPr>
        <w:t>Reftreff</w:t>
      </w:r>
      <w:proofErr w:type="spellEnd"/>
      <w:r w:rsidR="005B007D" w:rsidRPr="00A848BE">
        <w:rPr>
          <w:rFonts w:ascii="Arial Narrow" w:hAnsi="Arial Narrow"/>
        </w:rPr>
        <w:t>:</w:t>
      </w:r>
    </w:p>
    <w:p w:rsidR="007E5DC6" w:rsidRPr="00A848BE" w:rsidRDefault="00972A07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Jonathan </w:t>
      </w:r>
      <w:proofErr w:type="spellStart"/>
      <w:r w:rsidR="00065D04" w:rsidRPr="00A848BE">
        <w:rPr>
          <w:rFonts w:ascii="Arial Narrow" w:hAnsi="Arial Narrow"/>
        </w:rPr>
        <w:t>Arbely</w:t>
      </w:r>
      <w:proofErr w:type="spellEnd"/>
      <w:r w:rsidR="00065D04" w:rsidRPr="00A848BE">
        <w:rPr>
          <w:rFonts w:ascii="Arial Narrow" w:hAnsi="Arial Narrow"/>
        </w:rPr>
        <w:t xml:space="preserve"> </w:t>
      </w:r>
      <w:r w:rsidRPr="00A848BE">
        <w:rPr>
          <w:rFonts w:ascii="Arial Narrow" w:hAnsi="Arial Narrow"/>
        </w:rPr>
        <w:t>wurde</w:t>
      </w:r>
      <w:r w:rsidR="00DF5A2E" w:rsidRPr="00A848BE">
        <w:rPr>
          <w:rFonts w:ascii="Arial Narrow" w:hAnsi="Arial Narrow"/>
        </w:rPr>
        <w:t xml:space="preserve"> auf </w:t>
      </w:r>
      <w:proofErr w:type="spellStart"/>
      <w:r w:rsidR="00DF5A2E" w:rsidRPr="00A848BE">
        <w:rPr>
          <w:rFonts w:ascii="Arial Narrow" w:hAnsi="Arial Narrow"/>
        </w:rPr>
        <w:t>StuRa</w:t>
      </w:r>
      <w:proofErr w:type="spellEnd"/>
      <w:r w:rsidR="00DF5A2E" w:rsidRPr="00A848BE">
        <w:rPr>
          <w:rFonts w:ascii="Arial Narrow" w:hAnsi="Arial Narrow"/>
        </w:rPr>
        <w:t>-Beschluss</w:t>
      </w:r>
      <w:r w:rsidR="007E5DC6" w:rsidRPr="00A848BE">
        <w:rPr>
          <w:rFonts w:ascii="Arial Narrow" w:hAnsi="Arial Narrow"/>
        </w:rPr>
        <w:t xml:space="preserve"> abgesagt (siehe </w:t>
      </w:r>
      <w:proofErr w:type="spellStart"/>
      <w:r w:rsidR="00CB1CB6" w:rsidRPr="00A848BE">
        <w:rPr>
          <w:rFonts w:ascii="Arial Narrow" w:hAnsi="Arial Narrow"/>
        </w:rPr>
        <w:t>StuRa</w:t>
      </w:r>
      <w:proofErr w:type="spellEnd"/>
      <w:r w:rsidR="00CB1CB6" w:rsidRPr="00A848BE">
        <w:rPr>
          <w:rFonts w:ascii="Arial Narrow" w:hAnsi="Arial Narrow"/>
        </w:rPr>
        <w:t>-</w:t>
      </w:r>
      <w:r w:rsidR="007E5DC6" w:rsidRPr="00A848BE">
        <w:rPr>
          <w:rFonts w:ascii="Arial Narrow" w:hAnsi="Arial Narrow"/>
        </w:rPr>
        <w:t>Protokoll</w:t>
      </w:r>
      <w:r w:rsidR="00CB1CB6" w:rsidRPr="00A848BE">
        <w:rPr>
          <w:rFonts w:ascii="Arial Narrow" w:hAnsi="Arial Narrow"/>
        </w:rPr>
        <w:t xml:space="preserve"> vom 19.04.)</w:t>
      </w:r>
    </w:p>
    <w:p w:rsidR="00F617E7" w:rsidRPr="00A848BE" w:rsidRDefault="0067167B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Z</w:t>
      </w:r>
      <w:r w:rsidR="00972A07" w:rsidRPr="00A848BE">
        <w:rPr>
          <w:rFonts w:ascii="Arial Narrow" w:hAnsi="Arial Narrow"/>
        </w:rPr>
        <w:t xml:space="preserve">weiter </w:t>
      </w:r>
      <w:r w:rsidR="00B0638C" w:rsidRPr="00A848BE">
        <w:rPr>
          <w:rFonts w:ascii="Arial Narrow" w:hAnsi="Arial Narrow"/>
        </w:rPr>
        <w:t xml:space="preserve">Interessierter </w:t>
      </w:r>
      <w:r w:rsidR="00972A07" w:rsidRPr="00A848BE">
        <w:rPr>
          <w:rFonts w:ascii="Arial Narrow" w:hAnsi="Arial Narrow"/>
        </w:rPr>
        <w:t>hat aus Zeitmangel abgesagt</w:t>
      </w:r>
    </w:p>
    <w:p w:rsidR="006E5854" w:rsidRPr="00A848BE" w:rsidRDefault="00B0638C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Vorschlag: </w:t>
      </w:r>
      <w:r w:rsidR="006F741B" w:rsidRPr="00A848BE">
        <w:rPr>
          <w:rFonts w:ascii="Arial Narrow" w:hAnsi="Arial Narrow"/>
        </w:rPr>
        <w:t>Stehtisch an der HKB</w:t>
      </w:r>
      <w:r w:rsidRPr="00A848BE">
        <w:rPr>
          <w:rFonts w:ascii="Arial Narrow" w:hAnsi="Arial Narrow"/>
        </w:rPr>
        <w:t xml:space="preserve"> mit Infos</w:t>
      </w:r>
      <w:r w:rsidR="006F741B" w:rsidRPr="00A848BE">
        <w:rPr>
          <w:rFonts w:ascii="Arial Narrow" w:hAnsi="Arial Narrow"/>
        </w:rPr>
        <w:t xml:space="preserve"> / Aushang bei </w:t>
      </w:r>
      <w:r w:rsidR="00092561" w:rsidRPr="00A848BE">
        <w:rPr>
          <w:rFonts w:ascii="Arial Narrow" w:hAnsi="Arial Narrow"/>
        </w:rPr>
        <w:t>Jobangebotsstellwänden</w:t>
      </w:r>
    </w:p>
    <w:p w:rsidR="002B6A27" w:rsidRPr="00A848BE" w:rsidRDefault="00AD7A05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Außerdem </w:t>
      </w:r>
      <w:r w:rsidR="00AC7A5C" w:rsidRPr="00A848BE">
        <w:rPr>
          <w:rFonts w:ascii="Arial Narrow" w:hAnsi="Arial Narrow"/>
        </w:rPr>
        <w:t xml:space="preserve">wird </w:t>
      </w:r>
      <w:r w:rsidRPr="00A848BE">
        <w:rPr>
          <w:rFonts w:ascii="Arial Narrow" w:hAnsi="Arial Narrow"/>
        </w:rPr>
        <w:t>n</w:t>
      </w:r>
      <w:r w:rsidR="002B6A27" w:rsidRPr="00A848BE">
        <w:rPr>
          <w:rFonts w:ascii="Arial Narrow" w:hAnsi="Arial Narrow"/>
        </w:rPr>
        <w:t xml:space="preserve">ochmal auf allen Kanälen </w:t>
      </w:r>
      <w:r w:rsidR="00AC7A5C" w:rsidRPr="00A848BE">
        <w:rPr>
          <w:rFonts w:ascii="Arial Narrow" w:hAnsi="Arial Narrow"/>
        </w:rPr>
        <w:t>geworben</w:t>
      </w:r>
    </w:p>
    <w:p w:rsidR="00B529DB" w:rsidRPr="00A848BE" w:rsidRDefault="00B529DB" w:rsidP="00F617E7">
      <w:pPr>
        <w:pStyle w:val="Listenabsatz"/>
        <w:rPr>
          <w:rFonts w:ascii="Arial Narrow" w:hAnsi="Arial Narrow"/>
        </w:rPr>
      </w:pPr>
    </w:p>
    <w:p w:rsidR="00F617E7" w:rsidRPr="00A848BE" w:rsidRDefault="00F617E7" w:rsidP="006E11C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Bericht </w:t>
      </w:r>
      <w:proofErr w:type="spellStart"/>
      <w:r w:rsidRPr="00A848BE">
        <w:rPr>
          <w:rFonts w:ascii="Arial Narrow" w:hAnsi="Arial Narrow"/>
        </w:rPr>
        <w:t>ELFer</w:t>
      </w:r>
      <w:proofErr w:type="spellEnd"/>
      <w:r w:rsidRPr="00A848BE">
        <w:rPr>
          <w:rFonts w:ascii="Arial Narrow" w:hAnsi="Arial Narrow"/>
        </w:rPr>
        <w:t>-Rat</w:t>
      </w:r>
      <w:r w:rsidR="005B007D" w:rsidRPr="00A848BE">
        <w:rPr>
          <w:rFonts w:ascii="Arial Narrow" w:hAnsi="Arial Narrow"/>
        </w:rPr>
        <w:t>:</w:t>
      </w:r>
    </w:p>
    <w:p w:rsidR="00F617E7" w:rsidRPr="00A848BE" w:rsidRDefault="00F95E7E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Demo wir</w:t>
      </w:r>
      <w:r w:rsidR="00A403A2" w:rsidRPr="00A848BE">
        <w:rPr>
          <w:rFonts w:ascii="Arial Narrow" w:hAnsi="Arial Narrow"/>
        </w:rPr>
        <w:t>d</w:t>
      </w:r>
      <w:r w:rsidRPr="00A848BE">
        <w:rPr>
          <w:rFonts w:ascii="Arial Narrow" w:hAnsi="Arial Narrow"/>
        </w:rPr>
        <w:t xml:space="preserve"> gerade angemeldet</w:t>
      </w:r>
    </w:p>
    <w:p w:rsidR="00F95E7E" w:rsidRPr="00A848BE" w:rsidRDefault="00F95E7E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Vermutlich werden wir Ordner stellen müssen</w:t>
      </w:r>
    </w:p>
    <w:p w:rsidR="00907745" w:rsidRPr="00A848BE" w:rsidRDefault="00907745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Infos werden über Pressestelle verbreitet</w:t>
      </w:r>
      <w:r w:rsidR="00D0628D" w:rsidRPr="00A848BE">
        <w:rPr>
          <w:rFonts w:ascii="Arial Narrow" w:hAnsi="Arial Narrow"/>
        </w:rPr>
        <w:t xml:space="preserve">, GLF </w:t>
      </w:r>
      <w:r w:rsidR="00407B64" w:rsidRPr="00A848BE">
        <w:rPr>
          <w:rFonts w:ascii="Arial Narrow" w:hAnsi="Arial Narrow"/>
        </w:rPr>
        <w:t xml:space="preserve">wurde </w:t>
      </w:r>
      <w:r w:rsidR="00D0628D" w:rsidRPr="00A848BE">
        <w:rPr>
          <w:rFonts w:ascii="Arial Narrow" w:hAnsi="Arial Narrow"/>
        </w:rPr>
        <w:t>auch angesprochen</w:t>
      </w:r>
    </w:p>
    <w:p w:rsidR="00907745" w:rsidRPr="00A848BE" w:rsidRDefault="005028BD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500 Flyer</w:t>
      </w:r>
      <w:r w:rsidR="00CF31A2" w:rsidRPr="00A848BE">
        <w:rPr>
          <w:rFonts w:ascii="Arial Narrow" w:hAnsi="Arial Narrow"/>
        </w:rPr>
        <w:t>, Banner und Plakate sind in Arbeit</w:t>
      </w:r>
    </w:p>
    <w:p w:rsidR="00980D70" w:rsidRPr="00A848BE" w:rsidRDefault="00980D70" w:rsidP="00980D70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Anmerkungen fürs Plakat müssen bis Samstag bei Lukas eingehen</w:t>
      </w:r>
    </w:p>
    <w:p w:rsidR="00E254F9" w:rsidRPr="00A848BE" w:rsidRDefault="00E254F9" w:rsidP="00E254F9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QR-Code zu FB-Veranstaltung kommt auf Plakat</w:t>
      </w:r>
    </w:p>
    <w:p w:rsidR="00980D70" w:rsidRPr="00362773" w:rsidRDefault="00980D70" w:rsidP="00362773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Plakate werden auch an die ASten in Freiburg, Tuttlingen und Schwenningen geschickt</w:t>
      </w:r>
    </w:p>
    <w:p w:rsidR="00942F38" w:rsidRPr="00A848BE" w:rsidRDefault="00942F38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Stand in </w:t>
      </w:r>
      <w:proofErr w:type="spellStart"/>
      <w:r w:rsidRPr="00A848BE">
        <w:rPr>
          <w:rFonts w:ascii="Arial Narrow" w:hAnsi="Arial Narrow"/>
        </w:rPr>
        <w:t>Cafete</w:t>
      </w:r>
      <w:proofErr w:type="spellEnd"/>
      <w:r w:rsidRPr="00A848BE">
        <w:rPr>
          <w:rFonts w:ascii="Arial Narrow" w:hAnsi="Arial Narrow"/>
        </w:rPr>
        <w:t xml:space="preserve"> und Mensa</w:t>
      </w:r>
      <w:r w:rsidR="0052699A" w:rsidRPr="00A848BE">
        <w:rPr>
          <w:rFonts w:ascii="Arial Narrow" w:hAnsi="Arial Narrow"/>
        </w:rPr>
        <w:t xml:space="preserve"> am Dienstag und Mittwoch</w:t>
      </w:r>
    </w:p>
    <w:p w:rsidR="0074421A" w:rsidRPr="00A848BE" w:rsidRDefault="0074421A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Sitzung? </w:t>
      </w:r>
      <w:r w:rsidR="00E62BCA" w:rsidRPr="00A848BE">
        <w:rPr>
          <w:rFonts w:ascii="Arial Narrow" w:hAnsi="Arial Narrow"/>
        </w:rPr>
        <w:t>13:30 erst beginnen</w:t>
      </w:r>
    </w:p>
    <w:p w:rsidR="00A972EB" w:rsidRPr="00A848BE" w:rsidRDefault="004B2E55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Am Tag der Demo </w:t>
      </w:r>
      <w:proofErr w:type="spellStart"/>
      <w:r w:rsidRPr="00A848BE">
        <w:rPr>
          <w:rFonts w:ascii="Arial Narrow" w:hAnsi="Arial Narrow"/>
        </w:rPr>
        <w:t>Fähnchenverteiler</w:t>
      </w:r>
      <w:proofErr w:type="spellEnd"/>
      <w:r w:rsidRPr="00A848BE">
        <w:rPr>
          <w:rFonts w:ascii="Arial Narrow" w:hAnsi="Arial Narrow"/>
        </w:rPr>
        <w:t xml:space="preserve"> an Ecken des Marktplatzes</w:t>
      </w:r>
    </w:p>
    <w:p w:rsidR="004B2E55" w:rsidRPr="00A848BE" w:rsidRDefault="00CC36A8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Ablauf: </w:t>
      </w:r>
      <w:r w:rsidR="00A72894" w:rsidRPr="00A848BE">
        <w:rPr>
          <w:rFonts w:ascii="Arial Narrow" w:hAnsi="Arial Narrow"/>
        </w:rPr>
        <w:t>Redebeiträge</w:t>
      </w:r>
      <w:r w:rsidR="00A72894" w:rsidRPr="00A848BE">
        <w:rPr>
          <w:rFonts w:ascii="Arial Narrow" w:hAnsi="Arial Narrow"/>
        </w:rPr>
        <w:t xml:space="preserve">, </w:t>
      </w:r>
      <w:r w:rsidRPr="00A848BE">
        <w:rPr>
          <w:rFonts w:ascii="Arial Narrow" w:hAnsi="Arial Narrow"/>
        </w:rPr>
        <w:t>Chor singt,</w:t>
      </w:r>
      <w:r w:rsidR="00C4152F" w:rsidRPr="00A848BE">
        <w:rPr>
          <w:rFonts w:ascii="Arial Narrow" w:hAnsi="Arial Narrow"/>
        </w:rPr>
        <w:t xml:space="preserve"> </w:t>
      </w:r>
      <w:r w:rsidR="006C63C9" w:rsidRPr="00A848BE">
        <w:rPr>
          <w:rFonts w:ascii="Arial Narrow" w:hAnsi="Arial Narrow"/>
        </w:rPr>
        <w:t>Maik</w:t>
      </w:r>
      <w:r w:rsidRPr="00A848BE">
        <w:rPr>
          <w:rFonts w:ascii="Arial Narrow" w:hAnsi="Arial Narrow"/>
        </w:rPr>
        <w:t xml:space="preserve"> </w:t>
      </w:r>
      <w:proofErr w:type="spellStart"/>
      <w:r w:rsidRPr="00A848BE">
        <w:rPr>
          <w:rFonts w:ascii="Arial Narrow" w:hAnsi="Arial Narrow"/>
        </w:rPr>
        <w:t>Negraschus</w:t>
      </w:r>
      <w:proofErr w:type="spellEnd"/>
      <w:r w:rsidRPr="00A848BE">
        <w:rPr>
          <w:rFonts w:ascii="Arial Narrow" w:hAnsi="Arial Narrow"/>
        </w:rPr>
        <w:t xml:space="preserve"> </w:t>
      </w:r>
      <w:r w:rsidR="00F0120D" w:rsidRPr="00A848BE">
        <w:rPr>
          <w:rFonts w:ascii="Arial Narrow" w:hAnsi="Arial Narrow"/>
        </w:rPr>
        <w:t xml:space="preserve">lockert mit Musik auf </w:t>
      </w:r>
    </w:p>
    <w:p w:rsidR="00CC36A8" w:rsidRPr="00A848BE" w:rsidRDefault="00CC36A8" w:rsidP="00F617E7">
      <w:pPr>
        <w:pStyle w:val="Listenabsatz"/>
        <w:rPr>
          <w:rFonts w:ascii="Arial Narrow" w:hAnsi="Arial Narrow"/>
        </w:rPr>
      </w:pPr>
    </w:p>
    <w:p w:rsidR="00F617E7" w:rsidRPr="00A848BE" w:rsidRDefault="00F617E7" w:rsidP="00F617E7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Sonstiges</w:t>
      </w:r>
    </w:p>
    <w:p w:rsidR="005143DD" w:rsidRPr="00A848BE" w:rsidRDefault="00D73D71" w:rsidP="005143D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 w:rsidRPr="00A848BE">
        <w:rPr>
          <w:rFonts w:ascii="Arial Narrow" w:hAnsi="Arial Narrow"/>
        </w:rPr>
        <w:lastRenderedPageBreak/>
        <w:t>Leergut</w:t>
      </w:r>
      <w:r w:rsidR="005B007D" w:rsidRPr="00A848BE">
        <w:rPr>
          <w:rFonts w:ascii="Arial Narrow" w:hAnsi="Arial Narrow"/>
        </w:rPr>
        <w:t>:</w:t>
      </w:r>
    </w:p>
    <w:p w:rsidR="00DA4494" w:rsidRPr="00A848BE" w:rsidRDefault="003711F3" w:rsidP="00DA4494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Sollte weggebracht werden</w:t>
      </w:r>
    </w:p>
    <w:p w:rsidR="00817EA8" w:rsidRPr="00A848BE" w:rsidRDefault="00817EA8" w:rsidP="00DA4494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Pfand darf behalten werden</w:t>
      </w:r>
    </w:p>
    <w:p w:rsidR="009E730F" w:rsidRPr="00A848BE" w:rsidRDefault="009E730F" w:rsidP="00DA4494">
      <w:pPr>
        <w:pStyle w:val="Listenabsatz"/>
        <w:rPr>
          <w:rFonts w:ascii="Arial Narrow" w:hAnsi="Arial Narrow"/>
        </w:rPr>
      </w:pPr>
    </w:p>
    <w:p w:rsidR="009E730F" w:rsidRPr="00A848BE" w:rsidRDefault="0002578B" w:rsidP="009E730F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 w:rsidRPr="00A848BE">
        <w:rPr>
          <w:rFonts w:ascii="Arial Narrow" w:hAnsi="Arial Narrow"/>
        </w:rPr>
        <w:t>WING-Zeitschrift</w:t>
      </w:r>
      <w:r w:rsidR="005B007D" w:rsidRPr="00A848BE">
        <w:rPr>
          <w:rFonts w:ascii="Arial Narrow" w:hAnsi="Arial Narrow"/>
        </w:rPr>
        <w:t>:</w:t>
      </w:r>
    </w:p>
    <w:p w:rsidR="0002578B" w:rsidRPr="00A848BE" w:rsidRDefault="0002578B" w:rsidP="0002578B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Muss bis morgen Mittag wissen, ob Artikel geschrieben wird</w:t>
      </w:r>
    </w:p>
    <w:p w:rsidR="0002578B" w:rsidRPr="00A848BE" w:rsidRDefault="0002578B" w:rsidP="0002578B">
      <w:pPr>
        <w:pStyle w:val="Listenabsatz"/>
        <w:rPr>
          <w:rFonts w:ascii="Arial Narrow" w:hAnsi="Arial Narrow"/>
        </w:rPr>
      </w:pPr>
      <w:proofErr w:type="spellStart"/>
      <w:r w:rsidRPr="00A848BE">
        <w:rPr>
          <w:rFonts w:ascii="Arial Narrow" w:hAnsi="Arial Narrow"/>
        </w:rPr>
        <w:t>Social</w:t>
      </w:r>
      <w:proofErr w:type="spellEnd"/>
      <w:r w:rsidRPr="00A848BE">
        <w:rPr>
          <w:rFonts w:ascii="Arial Narrow" w:hAnsi="Arial Narrow"/>
        </w:rPr>
        <w:t>-Media-Team trifft sich heute Abend</w:t>
      </w:r>
      <w:r w:rsidR="007771BE" w:rsidRPr="00A848BE">
        <w:rPr>
          <w:rFonts w:ascii="Arial Narrow" w:hAnsi="Arial Narrow"/>
        </w:rPr>
        <w:t xml:space="preserve">, auch wegen </w:t>
      </w:r>
      <w:proofErr w:type="spellStart"/>
      <w:r w:rsidR="007771BE" w:rsidRPr="00A848BE">
        <w:rPr>
          <w:rFonts w:ascii="Arial Narrow" w:hAnsi="Arial Narrow"/>
        </w:rPr>
        <w:t>Bregtalkurier</w:t>
      </w:r>
      <w:proofErr w:type="spellEnd"/>
    </w:p>
    <w:p w:rsidR="0002578B" w:rsidRPr="00A848BE" w:rsidRDefault="0002578B" w:rsidP="0002578B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 xml:space="preserve">Sollten sie keine Zeit haben, kümmert sich Denis </w:t>
      </w:r>
      <w:r w:rsidR="00E31231" w:rsidRPr="00A848BE">
        <w:rPr>
          <w:rFonts w:ascii="Arial Narrow" w:hAnsi="Arial Narrow"/>
        </w:rPr>
        <w:t>darum</w:t>
      </w:r>
    </w:p>
    <w:p w:rsidR="007679AC" w:rsidRPr="00A848BE" w:rsidRDefault="003E5D25" w:rsidP="00090291">
      <w:pPr>
        <w:pStyle w:val="Listenabsatz"/>
        <w:rPr>
          <w:rFonts w:ascii="Arial Narrow" w:hAnsi="Arial Narrow"/>
        </w:rPr>
      </w:pPr>
      <w:r w:rsidRPr="00A848BE">
        <w:rPr>
          <w:rFonts w:ascii="Arial Narrow" w:hAnsi="Arial Narrow"/>
        </w:rPr>
        <w:t>Haben wir Bilder von davor / vom Umbau?</w:t>
      </w:r>
    </w:p>
    <w:sectPr w:rsidR="007679AC" w:rsidRPr="00A848BE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3DA" w:rsidRDefault="00C653DA">
      <w:pPr>
        <w:spacing w:line="20" w:lineRule="exact"/>
      </w:pPr>
    </w:p>
  </w:endnote>
  <w:endnote w:type="continuationSeparator" w:id="0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653DA" w:rsidRDefault="00C6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A94EB0">
      <w:rPr>
        <w:rFonts w:ascii="Arial Narrow" w:hAnsi="Arial Narrow"/>
        <w:sz w:val="20"/>
        <w:lang w:val="de-DE"/>
      </w:rPr>
      <w:t>So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E14709">
      <w:rPr>
        <w:rFonts w:ascii="Arial Narrow" w:hAnsi="Arial Narrow"/>
        <w:sz w:val="20"/>
        <w:lang w:val="de-DE"/>
      </w:rPr>
      <w:t>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9B2DA8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36C84B4B"/>
    <w:multiLevelType w:val="hybridMultilevel"/>
    <w:tmpl w:val="67BAA3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6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7"/>
  </w:num>
  <w:num w:numId="5">
    <w:abstractNumId w:val="10"/>
  </w:num>
  <w:num w:numId="6">
    <w:abstractNumId w:val="16"/>
  </w:num>
  <w:num w:numId="7">
    <w:abstractNumId w:val="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11"/>
  </w:num>
  <w:num w:numId="12">
    <w:abstractNumId w:val="1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4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27"/>
    <w:rsid w:val="00001D68"/>
    <w:rsid w:val="00010829"/>
    <w:rsid w:val="00012C14"/>
    <w:rsid w:val="00016510"/>
    <w:rsid w:val="00021392"/>
    <w:rsid w:val="00023AFA"/>
    <w:rsid w:val="000243CF"/>
    <w:rsid w:val="0002578B"/>
    <w:rsid w:val="0002600F"/>
    <w:rsid w:val="0003734E"/>
    <w:rsid w:val="000419C8"/>
    <w:rsid w:val="00042739"/>
    <w:rsid w:val="000459F9"/>
    <w:rsid w:val="0005138F"/>
    <w:rsid w:val="00052A2E"/>
    <w:rsid w:val="00063A41"/>
    <w:rsid w:val="00063E3E"/>
    <w:rsid w:val="00065D04"/>
    <w:rsid w:val="00073A54"/>
    <w:rsid w:val="000755CE"/>
    <w:rsid w:val="000767C3"/>
    <w:rsid w:val="00083BFE"/>
    <w:rsid w:val="000841A4"/>
    <w:rsid w:val="00090291"/>
    <w:rsid w:val="000906BD"/>
    <w:rsid w:val="00092561"/>
    <w:rsid w:val="00093DA2"/>
    <w:rsid w:val="00094624"/>
    <w:rsid w:val="000973A0"/>
    <w:rsid w:val="00097D04"/>
    <w:rsid w:val="000A4FD2"/>
    <w:rsid w:val="000A5275"/>
    <w:rsid w:val="000A6A56"/>
    <w:rsid w:val="000B2BA1"/>
    <w:rsid w:val="000B2E2D"/>
    <w:rsid w:val="000C04C8"/>
    <w:rsid w:val="000C19DE"/>
    <w:rsid w:val="000C1EB8"/>
    <w:rsid w:val="000C2A6E"/>
    <w:rsid w:val="000C476B"/>
    <w:rsid w:val="000C5E91"/>
    <w:rsid w:val="000D0653"/>
    <w:rsid w:val="000D1A98"/>
    <w:rsid w:val="000D1B06"/>
    <w:rsid w:val="000D5ED7"/>
    <w:rsid w:val="000D74D9"/>
    <w:rsid w:val="000E2BDB"/>
    <w:rsid w:val="000E3661"/>
    <w:rsid w:val="000E54AF"/>
    <w:rsid w:val="000F084D"/>
    <w:rsid w:val="000F13A9"/>
    <w:rsid w:val="000F17DB"/>
    <w:rsid w:val="00103636"/>
    <w:rsid w:val="00103721"/>
    <w:rsid w:val="00104835"/>
    <w:rsid w:val="00104947"/>
    <w:rsid w:val="001061BC"/>
    <w:rsid w:val="0011358E"/>
    <w:rsid w:val="0011510E"/>
    <w:rsid w:val="0011608E"/>
    <w:rsid w:val="00122C6C"/>
    <w:rsid w:val="001269B9"/>
    <w:rsid w:val="0013087C"/>
    <w:rsid w:val="0013603A"/>
    <w:rsid w:val="001364FA"/>
    <w:rsid w:val="00137DA2"/>
    <w:rsid w:val="0014473D"/>
    <w:rsid w:val="00144E86"/>
    <w:rsid w:val="00145644"/>
    <w:rsid w:val="0014683D"/>
    <w:rsid w:val="00152424"/>
    <w:rsid w:val="00161ED4"/>
    <w:rsid w:val="00173EE8"/>
    <w:rsid w:val="00175030"/>
    <w:rsid w:val="00177FB5"/>
    <w:rsid w:val="001845E4"/>
    <w:rsid w:val="00190ED1"/>
    <w:rsid w:val="00192E7B"/>
    <w:rsid w:val="001973C6"/>
    <w:rsid w:val="001A34A4"/>
    <w:rsid w:val="001A7A0D"/>
    <w:rsid w:val="001B06AC"/>
    <w:rsid w:val="001C45DF"/>
    <w:rsid w:val="001C598F"/>
    <w:rsid w:val="001C669D"/>
    <w:rsid w:val="001C75B0"/>
    <w:rsid w:val="001C7E80"/>
    <w:rsid w:val="001D3317"/>
    <w:rsid w:val="001D47FD"/>
    <w:rsid w:val="001E38E2"/>
    <w:rsid w:val="001E4141"/>
    <w:rsid w:val="001E6421"/>
    <w:rsid w:val="001F29FE"/>
    <w:rsid w:val="001F2A4B"/>
    <w:rsid w:val="001F5D4C"/>
    <w:rsid w:val="00203683"/>
    <w:rsid w:val="00211E26"/>
    <w:rsid w:val="00216BDD"/>
    <w:rsid w:val="00221BB9"/>
    <w:rsid w:val="00221C47"/>
    <w:rsid w:val="00227A85"/>
    <w:rsid w:val="00237124"/>
    <w:rsid w:val="002405E2"/>
    <w:rsid w:val="00245E5D"/>
    <w:rsid w:val="00251787"/>
    <w:rsid w:val="0026454D"/>
    <w:rsid w:val="00264A2F"/>
    <w:rsid w:val="002732E0"/>
    <w:rsid w:val="00273332"/>
    <w:rsid w:val="00274830"/>
    <w:rsid w:val="00274D92"/>
    <w:rsid w:val="00280F70"/>
    <w:rsid w:val="00283492"/>
    <w:rsid w:val="002851DB"/>
    <w:rsid w:val="00285860"/>
    <w:rsid w:val="002858C4"/>
    <w:rsid w:val="00290204"/>
    <w:rsid w:val="00290D56"/>
    <w:rsid w:val="002A0AEF"/>
    <w:rsid w:val="002A108C"/>
    <w:rsid w:val="002A158B"/>
    <w:rsid w:val="002A28BA"/>
    <w:rsid w:val="002A571F"/>
    <w:rsid w:val="002A682D"/>
    <w:rsid w:val="002B0284"/>
    <w:rsid w:val="002B1A01"/>
    <w:rsid w:val="002B26B0"/>
    <w:rsid w:val="002B67B3"/>
    <w:rsid w:val="002B67D1"/>
    <w:rsid w:val="002B6A27"/>
    <w:rsid w:val="002C6CD1"/>
    <w:rsid w:val="002D090B"/>
    <w:rsid w:val="002E08A3"/>
    <w:rsid w:val="002E08AB"/>
    <w:rsid w:val="002E1348"/>
    <w:rsid w:val="002E630C"/>
    <w:rsid w:val="002E7327"/>
    <w:rsid w:val="002F111A"/>
    <w:rsid w:val="002F1845"/>
    <w:rsid w:val="002F4784"/>
    <w:rsid w:val="002F7D62"/>
    <w:rsid w:val="00303321"/>
    <w:rsid w:val="00305825"/>
    <w:rsid w:val="00305AEF"/>
    <w:rsid w:val="00310FD9"/>
    <w:rsid w:val="00312F4D"/>
    <w:rsid w:val="0031477C"/>
    <w:rsid w:val="00316326"/>
    <w:rsid w:val="003268B6"/>
    <w:rsid w:val="00330401"/>
    <w:rsid w:val="00331D1F"/>
    <w:rsid w:val="00331DDA"/>
    <w:rsid w:val="003339C0"/>
    <w:rsid w:val="00336F4F"/>
    <w:rsid w:val="00341665"/>
    <w:rsid w:val="0034237A"/>
    <w:rsid w:val="003474A2"/>
    <w:rsid w:val="00355186"/>
    <w:rsid w:val="00360E46"/>
    <w:rsid w:val="00362773"/>
    <w:rsid w:val="0036697F"/>
    <w:rsid w:val="003711F3"/>
    <w:rsid w:val="003733CC"/>
    <w:rsid w:val="00375956"/>
    <w:rsid w:val="003766EC"/>
    <w:rsid w:val="003775B0"/>
    <w:rsid w:val="003803A6"/>
    <w:rsid w:val="00380CCC"/>
    <w:rsid w:val="00382127"/>
    <w:rsid w:val="00382817"/>
    <w:rsid w:val="00385BFD"/>
    <w:rsid w:val="003934EB"/>
    <w:rsid w:val="00396AA7"/>
    <w:rsid w:val="003A2538"/>
    <w:rsid w:val="003B009D"/>
    <w:rsid w:val="003B37DC"/>
    <w:rsid w:val="003B59AF"/>
    <w:rsid w:val="003B669B"/>
    <w:rsid w:val="003B72AA"/>
    <w:rsid w:val="003C2CBE"/>
    <w:rsid w:val="003D00E2"/>
    <w:rsid w:val="003D3881"/>
    <w:rsid w:val="003D4E7F"/>
    <w:rsid w:val="003E0707"/>
    <w:rsid w:val="003E11B7"/>
    <w:rsid w:val="003E51EE"/>
    <w:rsid w:val="003E5D25"/>
    <w:rsid w:val="003E658F"/>
    <w:rsid w:val="003F3D23"/>
    <w:rsid w:val="00402DA7"/>
    <w:rsid w:val="00407B64"/>
    <w:rsid w:val="004108F1"/>
    <w:rsid w:val="00413112"/>
    <w:rsid w:val="0042290E"/>
    <w:rsid w:val="00425EF5"/>
    <w:rsid w:val="00434412"/>
    <w:rsid w:val="004359A0"/>
    <w:rsid w:val="004378EC"/>
    <w:rsid w:val="00441B0C"/>
    <w:rsid w:val="004534BB"/>
    <w:rsid w:val="0045683C"/>
    <w:rsid w:val="00462150"/>
    <w:rsid w:val="00462DA3"/>
    <w:rsid w:val="0046745B"/>
    <w:rsid w:val="00472D92"/>
    <w:rsid w:val="004855D6"/>
    <w:rsid w:val="00486375"/>
    <w:rsid w:val="00487AF4"/>
    <w:rsid w:val="004939BE"/>
    <w:rsid w:val="00496B03"/>
    <w:rsid w:val="004A32B6"/>
    <w:rsid w:val="004A754B"/>
    <w:rsid w:val="004B2C0A"/>
    <w:rsid w:val="004B2E55"/>
    <w:rsid w:val="004C49ED"/>
    <w:rsid w:val="004C5E14"/>
    <w:rsid w:val="004C7C84"/>
    <w:rsid w:val="004D0EF1"/>
    <w:rsid w:val="004D1F62"/>
    <w:rsid w:val="004D6FD5"/>
    <w:rsid w:val="004E0A64"/>
    <w:rsid w:val="004E0D91"/>
    <w:rsid w:val="004E6A3B"/>
    <w:rsid w:val="004F2132"/>
    <w:rsid w:val="004F2D2C"/>
    <w:rsid w:val="004F422C"/>
    <w:rsid w:val="004F68F6"/>
    <w:rsid w:val="004F6FFA"/>
    <w:rsid w:val="00501683"/>
    <w:rsid w:val="00501BD9"/>
    <w:rsid w:val="005028BD"/>
    <w:rsid w:val="005071C9"/>
    <w:rsid w:val="005143DD"/>
    <w:rsid w:val="00515906"/>
    <w:rsid w:val="00516793"/>
    <w:rsid w:val="00524026"/>
    <w:rsid w:val="0052699A"/>
    <w:rsid w:val="005273C9"/>
    <w:rsid w:val="00531E9F"/>
    <w:rsid w:val="00541CD1"/>
    <w:rsid w:val="00543129"/>
    <w:rsid w:val="00544421"/>
    <w:rsid w:val="00547FD9"/>
    <w:rsid w:val="005507CF"/>
    <w:rsid w:val="00552E34"/>
    <w:rsid w:val="00552EC7"/>
    <w:rsid w:val="00553A7C"/>
    <w:rsid w:val="005540C5"/>
    <w:rsid w:val="005627C0"/>
    <w:rsid w:val="00567A91"/>
    <w:rsid w:val="00573105"/>
    <w:rsid w:val="005778EB"/>
    <w:rsid w:val="00577F83"/>
    <w:rsid w:val="00580696"/>
    <w:rsid w:val="00580718"/>
    <w:rsid w:val="0058321F"/>
    <w:rsid w:val="00585DF8"/>
    <w:rsid w:val="005965DE"/>
    <w:rsid w:val="005B007D"/>
    <w:rsid w:val="005B1C22"/>
    <w:rsid w:val="005B2C69"/>
    <w:rsid w:val="005B581D"/>
    <w:rsid w:val="005C07B4"/>
    <w:rsid w:val="005C07B9"/>
    <w:rsid w:val="005D0000"/>
    <w:rsid w:val="005D1A57"/>
    <w:rsid w:val="005E5DFF"/>
    <w:rsid w:val="005F2919"/>
    <w:rsid w:val="005F45A2"/>
    <w:rsid w:val="005F59BC"/>
    <w:rsid w:val="005F5D0E"/>
    <w:rsid w:val="0060047E"/>
    <w:rsid w:val="006005FD"/>
    <w:rsid w:val="00602994"/>
    <w:rsid w:val="0060428B"/>
    <w:rsid w:val="00605F26"/>
    <w:rsid w:val="00606B90"/>
    <w:rsid w:val="00606F9B"/>
    <w:rsid w:val="006114EF"/>
    <w:rsid w:val="00613B04"/>
    <w:rsid w:val="006204D1"/>
    <w:rsid w:val="00621FC5"/>
    <w:rsid w:val="00622B3E"/>
    <w:rsid w:val="006247C7"/>
    <w:rsid w:val="0063245A"/>
    <w:rsid w:val="00650EBD"/>
    <w:rsid w:val="00653E01"/>
    <w:rsid w:val="00657BE4"/>
    <w:rsid w:val="00666F42"/>
    <w:rsid w:val="00667D30"/>
    <w:rsid w:val="0067167B"/>
    <w:rsid w:val="00672DAA"/>
    <w:rsid w:val="00673402"/>
    <w:rsid w:val="006738AB"/>
    <w:rsid w:val="00684D28"/>
    <w:rsid w:val="00685893"/>
    <w:rsid w:val="00686ECB"/>
    <w:rsid w:val="00691F1F"/>
    <w:rsid w:val="006928CF"/>
    <w:rsid w:val="00694FE6"/>
    <w:rsid w:val="006959C9"/>
    <w:rsid w:val="006A00B3"/>
    <w:rsid w:val="006A01E2"/>
    <w:rsid w:val="006A0CE7"/>
    <w:rsid w:val="006A2577"/>
    <w:rsid w:val="006A32DD"/>
    <w:rsid w:val="006A3B1C"/>
    <w:rsid w:val="006A6E9D"/>
    <w:rsid w:val="006B132E"/>
    <w:rsid w:val="006C1030"/>
    <w:rsid w:val="006C4D68"/>
    <w:rsid w:val="006C5DBB"/>
    <w:rsid w:val="006C63C9"/>
    <w:rsid w:val="006C795A"/>
    <w:rsid w:val="006D0A34"/>
    <w:rsid w:val="006D5B87"/>
    <w:rsid w:val="006E11CD"/>
    <w:rsid w:val="006E4D61"/>
    <w:rsid w:val="006E5854"/>
    <w:rsid w:val="006E5B4D"/>
    <w:rsid w:val="006F1568"/>
    <w:rsid w:val="006F1A02"/>
    <w:rsid w:val="006F55D7"/>
    <w:rsid w:val="006F741B"/>
    <w:rsid w:val="006F7FEF"/>
    <w:rsid w:val="00701213"/>
    <w:rsid w:val="00702E5C"/>
    <w:rsid w:val="00705CE3"/>
    <w:rsid w:val="007062F4"/>
    <w:rsid w:val="00707F72"/>
    <w:rsid w:val="00711D59"/>
    <w:rsid w:val="007121A9"/>
    <w:rsid w:val="0071242B"/>
    <w:rsid w:val="007127D6"/>
    <w:rsid w:val="00713C45"/>
    <w:rsid w:val="0071588A"/>
    <w:rsid w:val="007173E9"/>
    <w:rsid w:val="00720FAA"/>
    <w:rsid w:val="00721F65"/>
    <w:rsid w:val="00724052"/>
    <w:rsid w:val="00732839"/>
    <w:rsid w:val="00733F99"/>
    <w:rsid w:val="00735D82"/>
    <w:rsid w:val="007364E7"/>
    <w:rsid w:val="0074187F"/>
    <w:rsid w:val="00742C7E"/>
    <w:rsid w:val="0074421A"/>
    <w:rsid w:val="007578B9"/>
    <w:rsid w:val="007578E8"/>
    <w:rsid w:val="00761B22"/>
    <w:rsid w:val="0076384A"/>
    <w:rsid w:val="00766556"/>
    <w:rsid w:val="007679AC"/>
    <w:rsid w:val="007771BE"/>
    <w:rsid w:val="00781734"/>
    <w:rsid w:val="00784186"/>
    <w:rsid w:val="00786D98"/>
    <w:rsid w:val="00790A9E"/>
    <w:rsid w:val="00792EF5"/>
    <w:rsid w:val="00794A07"/>
    <w:rsid w:val="007A2FB4"/>
    <w:rsid w:val="007A770E"/>
    <w:rsid w:val="007B1EB9"/>
    <w:rsid w:val="007B68EF"/>
    <w:rsid w:val="007C767B"/>
    <w:rsid w:val="007C79D4"/>
    <w:rsid w:val="007D1F56"/>
    <w:rsid w:val="007D3121"/>
    <w:rsid w:val="007D4030"/>
    <w:rsid w:val="007D46E4"/>
    <w:rsid w:val="007D6AFB"/>
    <w:rsid w:val="007D7C7C"/>
    <w:rsid w:val="007D7F4A"/>
    <w:rsid w:val="007E031D"/>
    <w:rsid w:val="007E5DC6"/>
    <w:rsid w:val="007F047A"/>
    <w:rsid w:val="007F1189"/>
    <w:rsid w:val="007F6BB7"/>
    <w:rsid w:val="00800DB0"/>
    <w:rsid w:val="00801BA6"/>
    <w:rsid w:val="00802BAE"/>
    <w:rsid w:val="00802C4B"/>
    <w:rsid w:val="00802C61"/>
    <w:rsid w:val="00804127"/>
    <w:rsid w:val="008046FF"/>
    <w:rsid w:val="008049A1"/>
    <w:rsid w:val="00807B59"/>
    <w:rsid w:val="00813522"/>
    <w:rsid w:val="008137F6"/>
    <w:rsid w:val="00814701"/>
    <w:rsid w:val="00815DF3"/>
    <w:rsid w:val="0081784D"/>
    <w:rsid w:val="00817B77"/>
    <w:rsid w:val="00817EA8"/>
    <w:rsid w:val="00826515"/>
    <w:rsid w:val="00832CAF"/>
    <w:rsid w:val="00832FAD"/>
    <w:rsid w:val="00836622"/>
    <w:rsid w:val="00843F45"/>
    <w:rsid w:val="008457B3"/>
    <w:rsid w:val="00847C6B"/>
    <w:rsid w:val="008507E9"/>
    <w:rsid w:val="00852044"/>
    <w:rsid w:val="00854ED7"/>
    <w:rsid w:val="0085740D"/>
    <w:rsid w:val="0086606D"/>
    <w:rsid w:val="008702F0"/>
    <w:rsid w:val="008743D8"/>
    <w:rsid w:val="008767BF"/>
    <w:rsid w:val="0088052F"/>
    <w:rsid w:val="008864DE"/>
    <w:rsid w:val="00894D3A"/>
    <w:rsid w:val="00897ECE"/>
    <w:rsid w:val="008B1CBE"/>
    <w:rsid w:val="008B2990"/>
    <w:rsid w:val="008B6297"/>
    <w:rsid w:val="008B6640"/>
    <w:rsid w:val="008C250E"/>
    <w:rsid w:val="008C352C"/>
    <w:rsid w:val="008C35F3"/>
    <w:rsid w:val="008C46AA"/>
    <w:rsid w:val="008C6253"/>
    <w:rsid w:val="008D162B"/>
    <w:rsid w:val="008D16EC"/>
    <w:rsid w:val="008D1F0A"/>
    <w:rsid w:val="008D2BDB"/>
    <w:rsid w:val="008D695B"/>
    <w:rsid w:val="008D7F24"/>
    <w:rsid w:val="008E373C"/>
    <w:rsid w:val="008F7364"/>
    <w:rsid w:val="00901A09"/>
    <w:rsid w:val="0090471F"/>
    <w:rsid w:val="00907745"/>
    <w:rsid w:val="00913A54"/>
    <w:rsid w:val="0092091F"/>
    <w:rsid w:val="009255DE"/>
    <w:rsid w:val="00927544"/>
    <w:rsid w:val="009301A0"/>
    <w:rsid w:val="0093709C"/>
    <w:rsid w:val="00937828"/>
    <w:rsid w:val="00940531"/>
    <w:rsid w:val="00942F38"/>
    <w:rsid w:val="00945F7B"/>
    <w:rsid w:val="00950064"/>
    <w:rsid w:val="009537DB"/>
    <w:rsid w:val="00970E92"/>
    <w:rsid w:val="009711F7"/>
    <w:rsid w:val="009719EF"/>
    <w:rsid w:val="00972826"/>
    <w:rsid w:val="00972A07"/>
    <w:rsid w:val="009757B0"/>
    <w:rsid w:val="00976971"/>
    <w:rsid w:val="00980D70"/>
    <w:rsid w:val="00985361"/>
    <w:rsid w:val="00985EC7"/>
    <w:rsid w:val="009906B7"/>
    <w:rsid w:val="0099164D"/>
    <w:rsid w:val="00994D2C"/>
    <w:rsid w:val="009A454A"/>
    <w:rsid w:val="009A4DD0"/>
    <w:rsid w:val="009B1BA5"/>
    <w:rsid w:val="009B245B"/>
    <w:rsid w:val="009B2DA8"/>
    <w:rsid w:val="009B5B72"/>
    <w:rsid w:val="009B5EFF"/>
    <w:rsid w:val="009B74AB"/>
    <w:rsid w:val="009B7B2F"/>
    <w:rsid w:val="009C2A1A"/>
    <w:rsid w:val="009C2A35"/>
    <w:rsid w:val="009D1D76"/>
    <w:rsid w:val="009D3E73"/>
    <w:rsid w:val="009D4635"/>
    <w:rsid w:val="009D5981"/>
    <w:rsid w:val="009D7D33"/>
    <w:rsid w:val="009E4CB7"/>
    <w:rsid w:val="009E6CE4"/>
    <w:rsid w:val="009E730F"/>
    <w:rsid w:val="009F0B38"/>
    <w:rsid w:val="009F1D5F"/>
    <w:rsid w:val="009F25B6"/>
    <w:rsid w:val="009F50F4"/>
    <w:rsid w:val="009F559F"/>
    <w:rsid w:val="00A04AEC"/>
    <w:rsid w:val="00A05515"/>
    <w:rsid w:val="00A131C3"/>
    <w:rsid w:val="00A1608F"/>
    <w:rsid w:val="00A16548"/>
    <w:rsid w:val="00A24302"/>
    <w:rsid w:val="00A26375"/>
    <w:rsid w:val="00A2697F"/>
    <w:rsid w:val="00A26A57"/>
    <w:rsid w:val="00A40127"/>
    <w:rsid w:val="00A403A2"/>
    <w:rsid w:val="00A403BF"/>
    <w:rsid w:val="00A448D9"/>
    <w:rsid w:val="00A44AF8"/>
    <w:rsid w:val="00A44D35"/>
    <w:rsid w:val="00A45E45"/>
    <w:rsid w:val="00A469BE"/>
    <w:rsid w:val="00A525A6"/>
    <w:rsid w:val="00A53D93"/>
    <w:rsid w:val="00A5511B"/>
    <w:rsid w:val="00A56CCC"/>
    <w:rsid w:val="00A57AEE"/>
    <w:rsid w:val="00A6243F"/>
    <w:rsid w:val="00A6414B"/>
    <w:rsid w:val="00A64D54"/>
    <w:rsid w:val="00A678B4"/>
    <w:rsid w:val="00A703C8"/>
    <w:rsid w:val="00A71C8F"/>
    <w:rsid w:val="00A72894"/>
    <w:rsid w:val="00A7386C"/>
    <w:rsid w:val="00A73BA0"/>
    <w:rsid w:val="00A75356"/>
    <w:rsid w:val="00A82B28"/>
    <w:rsid w:val="00A83143"/>
    <w:rsid w:val="00A848BE"/>
    <w:rsid w:val="00A84F02"/>
    <w:rsid w:val="00A87E62"/>
    <w:rsid w:val="00A94BC2"/>
    <w:rsid w:val="00A94EB0"/>
    <w:rsid w:val="00A972EB"/>
    <w:rsid w:val="00A97EC2"/>
    <w:rsid w:val="00AA0C47"/>
    <w:rsid w:val="00AB2A4B"/>
    <w:rsid w:val="00AB718D"/>
    <w:rsid w:val="00AC7A5C"/>
    <w:rsid w:val="00AD397A"/>
    <w:rsid w:val="00AD6894"/>
    <w:rsid w:val="00AD70BC"/>
    <w:rsid w:val="00AD70EE"/>
    <w:rsid w:val="00AD7A05"/>
    <w:rsid w:val="00AE0475"/>
    <w:rsid w:val="00AE2E68"/>
    <w:rsid w:val="00AE3CFA"/>
    <w:rsid w:val="00AE51A8"/>
    <w:rsid w:val="00AE5CB8"/>
    <w:rsid w:val="00AE757F"/>
    <w:rsid w:val="00AF264D"/>
    <w:rsid w:val="00B00699"/>
    <w:rsid w:val="00B03346"/>
    <w:rsid w:val="00B04368"/>
    <w:rsid w:val="00B0638C"/>
    <w:rsid w:val="00B11521"/>
    <w:rsid w:val="00B12C1D"/>
    <w:rsid w:val="00B136A5"/>
    <w:rsid w:val="00B14959"/>
    <w:rsid w:val="00B22AED"/>
    <w:rsid w:val="00B2381F"/>
    <w:rsid w:val="00B25462"/>
    <w:rsid w:val="00B262CA"/>
    <w:rsid w:val="00B31815"/>
    <w:rsid w:val="00B31937"/>
    <w:rsid w:val="00B41589"/>
    <w:rsid w:val="00B44FE0"/>
    <w:rsid w:val="00B51224"/>
    <w:rsid w:val="00B529DB"/>
    <w:rsid w:val="00B52F57"/>
    <w:rsid w:val="00B545C9"/>
    <w:rsid w:val="00B55B6C"/>
    <w:rsid w:val="00B60027"/>
    <w:rsid w:val="00B70966"/>
    <w:rsid w:val="00B81638"/>
    <w:rsid w:val="00B83D82"/>
    <w:rsid w:val="00B8594D"/>
    <w:rsid w:val="00B8669E"/>
    <w:rsid w:val="00B9585A"/>
    <w:rsid w:val="00B95BE9"/>
    <w:rsid w:val="00B96065"/>
    <w:rsid w:val="00BA10A5"/>
    <w:rsid w:val="00BB0B12"/>
    <w:rsid w:val="00BC06B5"/>
    <w:rsid w:val="00BC2130"/>
    <w:rsid w:val="00BC7714"/>
    <w:rsid w:val="00BD2BF6"/>
    <w:rsid w:val="00BD2E3A"/>
    <w:rsid w:val="00BD4E8B"/>
    <w:rsid w:val="00BE1515"/>
    <w:rsid w:val="00BF01A2"/>
    <w:rsid w:val="00BF1564"/>
    <w:rsid w:val="00BF5C21"/>
    <w:rsid w:val="00C00055"/>
    <w:rsid w:val="00C00BEE"/>
    <w:rsid w:val="00C1435E"/>
    <w:rsid w:val="00C227E4"/>
    <w:rsid w:val="00C22968"/>
    <w:rsid w:val="00C22F83"/>
    <w:rsid w:val="00C24ADB"/>
    <w:rsid w:val="00C25983"/>
    <w:rsid w:val="00C26155"/>
    <w:rsid w:val="00C336B6"/>
    <w:rsid w:val="00C406A4"/>
    <w:rsid w:val="00C4152F"/>
    <w:rsid w:val="00C43AC6"/>
    <w:rsid w:val="00C43F8D"/>
    <w:rsid w:val="00C465CE"/>
    <w:rsid w:val="00C46942"/>
    <w:rsid w:val="00C4738E"/>
    <w:rsid w:val="00C5713C"/>
    <w:rsid w:val="00C60DAE"/>
    <w:rsid w:val="00C63840"/>
    <w:rsid w:val="00C653DA"/>
    <w:rsid w:val="00C71371"/>
    <w:rsid w:val="00C7454B"/>
    <w:rsid w:val="00C75749"/>
    <w:rsid w:val="00C772CC"/>
    <w:rsid w:val="00C82661"/>
    <w:rsid w:val="00C82C9C"/>
    <w:rsid w:val="00C90F32"/>
    <w:rsid w:val="00CA5DF7"/>
    <w:rsid w:val="00CA649D"/>
    <w:rsid w:val="00CB10C1"/>
    <w:rsid w:val="00CB1CB6"/>
    <w:rsid w:val="00CB5BD5"/>
    <w:rsid w:val="00CC0801"/>
    <w:rsid w:val="00CC36A8"/>
    <w:rsid w:val="00CC3F5E"/>
    <w:rsid w:val="00CC7F24"/>
    <w:rsid w:val="00CD0F5F"/>
    <w:rsid w:val="00CD7327"/>
    <w:rsid w:val="00CE5337"/>
    <w:rsid w:val="00CF0EE6"/>
    <w:rsid w:val="00CF31A2"/>
    <w:rsid w:val="00CF5456"/>
    <w:rsid w:val="00CF6273"/>
    <w:rsid w:val="00D03F71"/>
    <w:rsid w:val="00D0628D"/>
    <w:rsid w:val="00D1334F"/>
    <w:rsid w:val="00D1463A"/>
    <w:rsid w:val="00D23BBC"/>
    <w:rsid w:val="00D23FF3"/>
    <w:rsid w:val="00D24AA6"/>
    <w:rsid w:val="00D24B44"/>
    <w:rsid w:val="00D27BD7"/>
    <w:rsid w:val="00D342BA"/>
    <w:rsid w:val="00D40C11"/>
    <w:rsid w:val="00D47514"/>
    <w:rsid w:val="00D4751D"/>
    <w:rsid w:val="00D47802"/>
    <w:rsid w:val="00D47DDF"/>
    <w:rsid w:val="00D514F8"/>
    <w:rsid w:val="00D523B8"/>
    <w:rsid w:val="00D52E25"/>
    <w:rsid w:val="00D5586E"/>
    <w:rsid w:val="00D55BFE"/>
    <w:rsid w:val="00D62D7D"/>
    <w:rsid w:val="00D64DBD"/>
    <w:rsid w:val="00D721EE"/>
    <w:rsid w:val="00D73D71"/>
    <w:rsid w:val="00D74B99"/>
    <w:rsid w:val="00D76ECD"/>
    <w:rsid w:val="00D803B9"/>
    <w:rsid w:val="00D841FE"/>
    <w:rsid w:val="00D85143"/>
    <w:rsid w:val="00D87EF9"/>
    <w:rsid w:val="00D94C60"/>
    <w:rsid w:val="00DA3CC1"/>
    <w:rsid w:val="00DA4494"/>
    <w:rsid w:val="00DA78FA"/>
    <w:rsid w:val="00DA7EBA"/>
    <w:rsid w:val="00DB07B9"/>
    <w:rsid w:val="00DB0B2A"/>
    <w:rsid w:val="00DB478E"/>
    <w:rsid w:val="00DB5C1C"/>
    <w:rsid w:val="00DB656A"/>
    <w:rsid w:val="00DC04B6"/>
    <w:rsid w:val="00DD0F66"/>
    <w:rsid w:val="00DD1790"/>
    <w:rsid w:val="00DD619F"/>
    <w:rsid w:val="00DD7DA0"/>
    <w:rsid w:val="00DE0A93"/>
    <w:rsid w:val="00DE1F6C"/>
    <w:rsid w:val="00DE238D"/>
    <w:rsid w:val="00DE6D44"/>
    <w:rsid w:val="00DF5A2E"/>
    <w:rsid w:val="00E0255C"/>
    <w:rsid w:val="00E0545D"/>
    <w:rsid w:val="00E05B68"/>
    <w:rsid w:val="00E1101E"/>
    <w:rsid w:val="00E14709"/>
    <w:rsid w:val="00E1673A"/>
    <w:rsid w:val="00E206F4"/>
    <w:rsid w:val="00E237E7"/>
    <w:rsid w:val="00E23E3D"/>
    <w:rsid w:val="00E254F9"/>
    <w:rsid w:val="00E26D65"/>
    <w:rsid w:val="00E303B8"/>
    <w:rsid w:val="00E30A37"/>
    <w:rsid w:val="00E31231"/>
    <w:rsid w:val="00E323A0"/>
    <w:rsid w:val="00E32D5A"/>
    <w:rsid w:val="00E35394"/>
    <w:rsid w:val="00E36789"/>
    <w:rsid w:val="00E42164"/>
    <w:rsid w:val="00E42AC7"/>
    <w:rsid w:val="00E52891"/>
    <w:rsid w:val="00E6023F"/>
    <w:rsid w:val="00E609C1"/>
    <w:rsid w:val="00E61F4C"/>
    <w:rsid w:val="00E62BCA"/>
    <w:rsid w:val="00E66A27"/>
    <w:rsid w:val="00E66A2E"/>
    <w:rsid w:val="00E7777D"/>
    <w:rsid w:val="00E81768"/>
    <w:rsid w:val="00E90352"/>
    <w:rsid w:val="00E9635B"/>
    <w:rsid w:val="00E97E93"/>
    <w:rsid w:val="00EA30A5"/>
    <w:rsid w:val="00EA5F31"/>
    <w:rsid w:val="00EB1094"/>
    <w:rsid w:val="00EB31F2"/>
    <w:rsid w:val="00EB55FE"/>
    <w:rsid w:val="00EB5E3C"/>
    <w:rsid w:val="00EC092C"/>
    <w:rsid w:val="00ED5E75"/>
    <w:rsid w:val="00ED5F97"/>
    <w:rsid w:val="00EE4EB7"/>
    <w:rsid w:val="00EE6055"/>
    <w:rsid w:val="00EE615F"/>
    <w:rsid w:val="00EE6AF7"/>
    <w:rsid w:val="00EF1636"/>
    <w:rsid w:val="00EF64AC"/>
    <w:rsid w:val="00F0120D"/>
    <w:rsid w:val="00F06F86"/>
    <w:rsid w:val="00F15149"/>
    <w:rsid w:val="00F15501"/>
    <w:rsid w:val="00F15EEB"/>
    <w:rsid w:val="00F17DFE"/>
    <w:rsid w:val="00F26663"/>
    <w:rsid w:val="00F27A27"/>
    <w:rsid w:val="00F35801"/>
    <w:rsid w:val="00F36765"/>
    <w:rsid w:val="00F37125"/>
    <w:rsid w:val="00F3742E"/>
    <w:rsid w:val="00F41862"/>
    <w:rsid w:val="00F44669"/>
    <w:rsid w:val="00F50CA5"/>
    <w:rsid w:val="00F5724A"/>
    <w:rsid w:val="00F6081E"/>
    <w:rsid w:val="00F608B4"/>
    <w:rsid w:val="00F617E7"/>
    <w:rsid w:val="00F62F80"/>
    <w:rsid w:val="00F70B9E"/>
    <w:rsid w:val="00F72861"/>
    <w:rsid w:val="00F735CE"/>
    <w:rsid w:val="00F761D8"/>
    <w:rsid w:val="00F77CE5"/>
    <w:rsid w:val="00F833FC"/>
    <w:rsid w:val="00F834DE"/>
    <w:rsid w:val="00F94455"/>
    <w:rsid w:val="00F94E38"/>
    <w:rsid w:val="00F95E7E"/>
    <w:rsid w:val="00FA2FBE"/>
    <w:rsid w:val="00FA479C"/>
    <w:rsid w:val="00FA5AF0"/>
    <w:rsid w:val="00FB4507"/>
    <w:rsid w:val="00FB450E"/>
    <w:rsid w:val="00FD1E57"/>
    <w:rsid w:val="00FD2F2E"/>
    <w:rsid w:val="00FE69F5"/>
    <w:rsid w:val="00FE6F0A"/>
    <w:rsid w:val="00FF04CE"/>
    <w:rsid w:val="00FF09EE"/>
    <w:rsid w:val="00FF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8247792"/>
  <w15:docId w15:val="{F4D91774-5C4E-4977-8743-8AC3C212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465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Matze</cp:lastModifiedBy>
  <cp:revision>125</cp:revision>
  <cp:lastPrinted>2017-05-10T12:46:00Z</cp:lastPrinted>
  <dcterms:created xsi:type="dcterms:W3CDTF">2017-05-10T11:30:00Z</dcterms:created>
  <dcterms:modified xsi:type="dcterms:W3CDTF">2017-05-10T12:46:00Z</dcterms:modified>
</cp:coreProperties>
</file>